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75" w:rsidRDefault="00433675" w:rsidP="005C353F">
      <w:pPr>
        <w:jc w:val="right"/>
        <w:rPr>
          <w:lang w:val="ru-RU"/>
        </w:rPr>
      </w:pPr>
      <w:r>
        <w:rPr>
          <w:lang w:val="ru-RU"/>
        </w:rPr>
        <w:t>Приложение 1</w:t>
      </w:r>
    </w:p>
    <w:p w:rsidR="00433675" w:rsidRDefault="00433675" w:rsidP="00136C17">
      <w:pPr>
        <w:jc w:val="right"/>
        <w:rPr>
          <w:lang w:val="ru-RU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000"/>
      </w:tblPr>
      <w:tblGrid>
        <w:gridCol w:w="5110"/>
      </w:tblGrid>
      <w:tr w:rsidR="00433675" w:rsidRPr="009F3705" w:rsidTr="00136C17">
        <w:trPr>
          <w:trHeight w:val="845"/>
          <w:jc w:val="right"/>
        </w:trPr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433675" w:rsidRDefault="00433675" w:rsidP="00D96FD8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 решению о внесении изменений в решение от 27.12.2017 года №3-128"О бюджете муниципального образования"Краснокосаровское сельское поселение, Мглинского района, Брянской области" от 30.10.2018 года № 3-158</w:t>
            </w:r>
          </w:p>
        </w:tc>
      </w:tr>
    </w:tbl>
    <w:p w:rsidR="00433675" w:rsidRDefault="00433675" w:rsidP="00136C17">
      <w:pPr>
        <w:jc w:val="right"/>
        <w:rPr>
          <w:lang w:val="ru-RU"/>
        </w:rPr>
      </w:pPr>
    </w:p>
    <w:p w:rsidR="00433675" w:rsidRDefault="00433675" w:rsidP="00D72821">
      <w:pPr>
        <w:tabs>
          <w:tab w:val="left" w:pos="7365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433675" w:rsidRDefault="00433675" w:rsidP="005C353F">
      <w:pPr>
        <w:jc w:val="right"/>
        <w:rPr>
          <w:lang w:val="ru-RU"/>
        </w:rPr>
      </w:pPr>
      <w:r>
        <w:rPr>
          <w:lang w:val="ru-RU"/>
        </w:rPr>
        <w:t xml:space="preserve"> Приложение № 8</w:t>
      </w:r>
    </w:p>
    <w:p w:rsidR="00433675" w:rsidRDefault="00433675" w:rsidP="00136C17">
      <w:pPr>
        <w:jc w:val="right"/>
        <w:rPr>
          <w:lang w:val="ru-RU"/>
        </w:rPr>
      </w:pPr>
      <w:r>
        <w:rPr>
          <w:lang w:val="ru-RU"/>
        </w:rPr>
        <w:t>к решению «О бюджете муниципального образования</w:t>
      </w:r>
    </w:p>
    <w:p w:rsidR="00433675" w:rsidRDefault="00433675" w:rsidP="00136C17">
      <w:pPr>
        <w:jc w:val="right"/>
        <w:rPr>
          <w:lang w:val="ru-RU"/>
        </w:rPr>
      </w:pPr>
      <w:r>
        <w:rPr>
          <w:lang w:val="ru-RU"/>
        </w:rPr>
        <w:t>«Краснокосаровское  сельское поселения, Мглинского района,</w:t>
      </w:r>
    </w:p>
    <w:p w:rsidR="00433675" w:rsidRDefault="00433675" w:rsidP="00136C17">
      <w:pPr>
        <w:jc w:val="right"/>
        <w:rPr>
          <w:lang w:val="ru-RU"/>
        </w:rPr>
      </w:pPr>
      <w:r>
        <w:rPr>
          <w:lang w:val="ru-RU"/>
        </w:rPr>
        <w:t>Брянской области» от 27.12.2017 года №3-128»</w:t>
      </w:r>
    </w:p>
    <w:p w:rsidR="00433675" w:rsidRDefault="00433675" w:rsidP="00136C17">
      <w:pPr>
        <w:jc w:val="right"/>
        <w:rPr>
          <w:lang w:val="ru-RU"/>
        </w:rPr>
      </w:pPr>
    </w:p>
    <w:p w:rsidR="00433675" w:rsidRDefault="00433675" w:rsidP="00DF76A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Источники</w:t>
      </w:r>
    </w:p>
    <w:p w:rsidR="00433675" w:rsidRDefault="00433675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>внутреннего финансирования дефицита бюджета муниципального образования «Краснокосаровского  сельского  поселения, Мглинского района, Брянской области»   на 2018год  и на плановый период 2019 и 2020 годов»</w:t>
      </w:r>
    </w:p>
    <w:p w:rsidR="00433675" w:rsidRDefault="00433675" w:rsidP="00DF76A2">
      <w:pPr>
        <w:jc w:val="center"/>
        <w:rPr>
          <w:lang w:val="ru-RU"/>
        </w:rPr>
      </w:pPr>
      <w:bookmarkStart w:id="0" w:name="_GoBack"/>
      <w:bookmarkEnd w:id="0"/>
    </w:p>
    <w:p w:rsidR="00433675" w:rsidRDefault="00433675" w:rsidP="00DF76A2">
      <w:pPr>
        <w:tabs>
          <w:tab w:val="left" w:pos="8460"/>
        </w:tabs>
        <w:ind w:left="8280" w:hanging="8640"/>
        <w:rPr>
          <w:lang w:val="ru-RU"/>
        </w:rPr>
      </w:pPr>
      <w:r>
        <w:rPr>
          <w:lang w:val="ru-RU"/>
        </w:rPr>
        <w:tab/>
        <w:t xml:space="preserve">                             рублей</w:t>
      </w:r>
    </w:p>
    <w:tbl>
      <w:tblPr>
        <w:tblpPr w:leftFromText="180" w:rightFromText="180" w:vertAnchor="text" w:horzAnchor="page" w:tblpX="2170" w:tblpY="17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4478"/>
        <w:gridCol w:w="1728"/>
      </w:tblGrid>
      <w:tr w:rsidR="00433675" w:rsidTr="00DF76A2">
        <w:tc>
          <w:tcPr>
            <w:tcW w:w="3262" w:type="dxa"/>
          </w:tcPr>
          <w:p w:rsidR="00433675" w:rsidRDefault="00433675" w:rsidP="00DF76A2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</w:tc>
        <w:tc>
          <w:tcPr>
            <w:tcW w:w="4478" w:type="dxa"/>
          </w:tcPr>
          <w:p w:rsidR="00433675" w:rsidRDefault="00433675" w:rsidP="00DF76A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28" w:type="dxa"/>
          </w:tcPr>
          <w:p w:rsidR="00433675" w:rsidRDefault="00433675" w:rsidP="00DF76A2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433675" w:rsidTr="00DF76A2">
        <w:tc>
          <w:tcPr>
            <w:tcW w:w="3262" w:type="dxa"/>
          </w:tcPr>
          <w:p w:rsidR="00433675" w:rsidRDefault="00433675" w:rsidP="00FE128C">
            <w:pPr>
              <w:rPr>
                <w:b/>
              </w:rPr>
            </w:pPr>
            <w:r>
              <w:rPr>
                <w:b/>
                <w:lang w:val="ru-RU"/>
              </w:rPr>
              <w:t>945</w:t>
            </w:r>
            <w:r>
              <w:rPr>
                <w:b/>
              </w:rPr>
              <w:t xml:space="preserve"> 01 05 00 00 00 0000 000</w:t>
            </w:r>
          </w:p>
        </w:tc>
        <w:tc>
          <w:tcPr>
            <w:tcW w:w="4478" w:type="dxa"/>
          </w:tcPr>
          <w:p w:rsidR="00433675" w:rsidRDefault="00433675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Изменение остатка средств на счетах по учету бюджета</w:t>
            </w:r>
          </w:p>
        </w:tc>
        <w:tc>
          <w:tcPr>
            <w:tcW w:w="1728" w:type="dxa"/>
          </w:tcPr>
          <w:p w:rsidR="00433675" w:rsidRPr="00F7266A" w:rsidRDefault="00433675" w:rsidP="00BF0389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441345,00</w:t>
            </w:r>
          </w:p>
        </w:tc>
      </w:tr>
      <w:tr w:rsidR="00433675" w:rsidTr="00DF76A2">
        <w:trPr>
          <w:trHeight w:val="537"/>
        </w:trPr>
        <w:tc>
          <w:tcPr>
            <w:tcW w:w="3262" w:type="dxa"/>
          </w:tcPr>
          <w:p w:rsidR="00433675" w:rsidRPr="00F7266A" w:rsidRDefault="00433675" w:rsidP="00FE128C">
            <w:pPr>
              <w:rPr>
                <w:lang w:val="ru-RU"/>
              </w:rPr>
            </w:pPr>
            <w:r>
              <w:rPr>
                <w:lang w:val="ru-RU"/>
              </w:rPr>
              <w:t>945 01 05 00 00 00 0000  500</w:t>
            </w:r>
          </w:p>
        </w:tc>
        <w:tc>
          <w:tcPr>
            <w:tcW w:w="4478" w:type="dxa"/>
          </w:tcPr>
          <w:p w:rsidR="00433675" w:rsidRPr="00F7266A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остатков средств бюджетов</w:t>
            </w:r>
          </w:p>
        </w:tc>
        <w:tc>
          <w:tcPr>
            <w:tcW w:w="1728" w:type="dxa"/>
          </w:tcPr>
          <w:p w:rsidR="00433675" w:rsidRPr="00F7266A" w:rsidRDefault="00433675" w:rsidP="00686D8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-969565,00</w:t>
            </w:r>
          </w:p>
        </w:tc>
      </w:tr>
      <w:tr w:rsidR="00433675" w:rsidTr="00DF76A2">
        <w:trPr>
          <w:trHeight w:val="537"/>
        </w:trPr>
        <w:tc>
          <w:tcPr>
            <w:tcW w:w="3262" w:type="dxa"/>
          </w:tcPr>
          <w:p w:rsidR="00433675" w:rsidRPr="00F7266A" w:rsidRDefault="00433675" w:rsidP="00FE128C">
            <w:pPr>
              <w:rPr>
                <w:lang w:val="ru-RU"/>
              </w:rPr>
            </w:pPr>
            <w:r>
              <w:rPr>
                <w:lang w:val="ru-RU"/>
              </w:rPr>
              <w:t>945 01 05 02 00 00 0000  500</w:t>
            </w:r>
          </w:p>
        </w:tc>
        <w:tc>
          <w:tcPr>
            <w:tcW w:w="4478" w:type="dxa"/>
          </w:tcPr>
          <w:p w:rsidR="00433675" w:rsidRPr="00F7266A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28" w:type="dxa"/>
          </w:tcPr>
          <w:p w:rsidR="00433675" w:rsidRPr="000E30D2" w:rsidRDefault="00433675" w:rsidP="00E14CB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-969565,00</w:t>
            </w:r>
          </w:p>
        </w:tc>
      </w:tr>
      <w:tr w:rsidR="00433675" w:rsidTr="00DF76A2">
        <w:trPr>
          <w:trHeight w:val="537"/>
        </w:trPr>
        <w:tc>
          <w:tcPr>
            <w:tcW w:w="3262" w:type="dxa"/>
          </w:tcPr>
          <w:p w:rsidR="00433675" w:rsidRPr="00F7266A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945 01 05 02 01 00 0000 510</w:t>
            </w:r>
          </w:p>
        </w:tc>
        <w:tc>
          <w:tcPr>
            <w:tcW w:w="4478" w:type="dxa"/>
          </w:tcPr>
          <w:p w:rsidR="00433675" w:rsidRPr="00F7266A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 прочих остатков денежных средств бюджетов</w:t>
            </w:r>
          </w:p>
        </w:tc>
        <w:tc>
          <w:tcPr>
            <w:tcW w:w="1728" w:type="dxa"/>
          </w:tcPr>
          <w:p w:rsidR="00433675" w:rsidRPr="000E30D2" w:rsidRDefault="00433675" w:rsidP="0038099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-969565,00</w:t>
            </w:r>
          </w:p>
        </w:tc>
      </w:tr>
      <w:tr w:rsidR="00433675" w:rsidTr="00DF76A2">
        <w:trPr>
          <w:trHeight w:val="537"/>
        </w:trPr>
        <w:tc>
          <w:tcPr>
            <w:tcW w:w="3262" w:type="dxa"/>
          </w:tcPr>
          <w:p w:rsidR="00433675" w:rsidRPr="00F7266A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945 01 05 02 01 10 0000 510</w:t>
            </w:r>
          </w:p>
        </w:tc>
        <w:tc>
          <w:tcPr>
            <w:tcW w:w="4478" w:type="dxa"/>
          </w:tcPr>
          <w:p w:rsidR="00433675" w:rsidRPr="00F7266A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28" w:type="dxa"/>
          </w:tcPr>
          <w:p w:rsidR="00433675" w:rsidRPr="000E30D2" w:rsidRDefault="00433675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-969565,00</w:t>
            </w:r>
          </w:p>
        </w:tc>
      </w:tr>
      <w:tr w:rsidR="00433675" w:rsidTr="00DF76A2">
        <w:trPr>
          <w:trHeight w:val="504"/>
        </w:trPr>
        <w:tc>
          <w:tcPr>
            <w:tcW w:w="3262" w:type="dxa"/>
          </w:tcPr>
          <w:p w:rsidR="00433675" w:rsidRDefault="00433675" w:rsidP="00DF76A2">
            <w:r>
              <w:rPr>
                <w:lang w:val="ru-RU"/>
              </w:rPr>
              <w:t xml:space="preserve">945 </w:t>
            </w:r>
            <w:r>
              <w:t>01 05 00 00 00 0000 600</w:t>
            </w:r>
          </w:p>
          <w:p w:rsidR="00433675" w:rsidRDefault="00433675" w:rsidP="00DF76A2"/>
        </w:tc>
        <w:tc>
          <w:tcPr>
            <w:tcW w:w="4478" w:type="dxa"/>
          </w:tcPr>
          <w:p w:rsidR="00433675" w:rsidRPr="00DF424F" w:rsidRDefault="00433675" w:rsidP="00DF76A2">
            <w:pPr>
              <w:ind w:left="-22"/>
              <w:rPr>
                <w:lang w:val="ru-RU"/>
              </w:rPr>
            </w:pPr>
            <w:r>
              <w:rPr>
                <w:lang w:val="ru-RU"/>
              </w:rPr>
              <w:t>Уменьшение  остатков средств бюджетов</w:t>
            </w:r>
          </w:p>
          <w:p w:rsidR="00433675" w:rsidRDefault="00433675" w:rsidP="00DF76A2"/>
        </w:tc>
        <w:tc>
          <w:tcPr>
            <w:tcW w:w="1728" w:type="dxa"/>
          </w:tcPr>
          <w:p w:rsidR="00433675" w:rsidRPr="000E30D2" w:rsidRDefault="00433675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1410910,00</w:t>
            </w:r>
          </w:p>
        </w:tc>
      </w:tr>
      <w:tr w:rsidR="00433675" w:rsidTr="00DF76A2">
        <w:tc>
          <w:tcPr>
            <w:tcW w:w="3262" w:type="dxa"/>
          </w:tcPr>
          <w:p w:rsidR="00433675" w:rsidRDefault="00433675" w:rsidP="00DF76A2">
            <w:r>
              <w:rPr>
                <w:lang w:val="ru-RU"/>
              </w:rPr>
              <w:t>945</w:t>
            </w:r>
            <w:r>
              <w:t xml:space="preserve"> 01 05 02 00 00 0000 600</w:t>
            </w:r>
          </w:p>
        </w:tc>
        <w:tc>
          <w:tcPr>
            <w:tcW w:w="4478" w:type="dxa"/>
          </w:tcPr>
          <w:p w:rsidR="00433675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28" w:type="dxa"/>
          </w:tcPr>
          <w:p w:rsidR="00433675" w:rsidRPr="00DF424F" w:rsidRDefault="00433675" w:rsidP="00FE128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1410910,00</w:t>
            </w:r>
          </w:p>
        </w:tc>
      </w:tr>
      <w:tr w:rsidR="00433675" w:rsidTr="00DF76A2">
        <w:tc>
          <w:tcPr>
            <w:tcW w:w="3262" w:type="dxa"/>
          </w:tcPr>
          <w:p w:rsidR="00433675" w:rsidRDefault="00433675" w:rsidP="00DF76A2">
            <w:r>
              <w:rPr>
                <w:lang w:val="ru-RU"/>
              </w:rPr>
              <w:t xml:space="preserve">945 </w:t>
            </w:r>
            <w:r>
              <w:t>01 05 02 01 00 0000 610</w:t>
            </w:r>
          </w:p>
        </w:tc>
        <w:tc>
          <w:tcPr>
            <w:tcW w:w="4478" w:type="dxa"/>
          </w:tcPr>
          <w:p w:rsidR="00433675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</w:t>
            </w:r>
          </w:p>
        </w:tc>
        <w:tc>
          <w:tcPr>
            <w:tcW w:w="1728" w:type="dxa"/>
          </w:tcPr>
          <w:p w:rsidR="00433675" w:rsidRPr="00DF424F" w:rsidRDefault="00433675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1410910,00</w:t>
            </w:r>
          </w:p>
        </w:tc>
      </w:tr>
      <w:tr w:rsidR="00433675" w:rsidTr="00DF76A2">
        <w:tc>
          <w:tcPr>
            <w:tcW w:w="3262" w:type="dxa"/>
          </w:tcPr>
          <w:p w:rsidR="00433675" w:rsidRDefault="00433675" w:rsidP="00DF76A2">
            <w:r>
              <w:rPr>
                <w:lang w:val="ru-RU"/>
              </w:rPr>
              <w:t>945</w:t>
            </w:r>
            <w:r>
              <w:t xml:space="preserve"> 01 05 02 01 10 0000 610</w:t>
            </w:r>
          </w:p>
        </w:tc>
        <w:tc>
          <w:tcPr>
            <w:tcW w:w="4478" w:type="dxa"/>
          </w:tcPr>
          <w:p w:rsidR="00433675" w:rsidRDefault="00433675" w:rsidP="00DF76A2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28" w:type="dxa"/>
          </w:tcPr>
          <w:p w:rsidR="00433675" w:rsidRPr="00DF424F" w:rsidRDefault="00433675" w:rsidP="005C353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1410910,00</w:t>
            </w:r>
          </w:p>
        </w:tc>
      </w:tr>
      <w:tr w:rsidR="00433675" w:rsidTr="00DF76A2">
        <w:tc>
          <w:tcPr>
            <w:tcW w:w="7740" w:type="dxa"/>
            <w:gridSpan w:val="2"/>
          </w:tcPr>
          <w:p w:rsidR="00433675" w:rsidRDefault="00433675" w:rsidP="00DF76A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1728" w:type="dxa"/>
          </w:tcPr>
          <w:p w:rsidR="00433675" w:rsidRDefault="00433675" w:rsidP="00DF76A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441345,00</w:t>
            </w:r>
          </w:p>
        </w:tc>
      </w:tr>
    </w:tbl>
    <w:p w:rsidR="00433675" w:rsidRDefault="00433675" w:rsidP="00DF76A2">
      <w:r>
        <w:tab/>
      </w:r>
    </w:p>
    <w:p w:rsidR="00433675" w:rsidRDefault="00433675" w:rsidP="00DF76A2">
      <w:pPr>
        <w:ind w:left="180"/>
      </w:pPr>
    </w:p>
    <w:p w:rsidR="00433675" w:rsidRDefault="00433675" w:rsidP="00DF76A2"/>
    <w:p w:rsidR="00433675" w:rsidRDefault="00433675" w:rsidP="00DF76A2">
      <w:pPr>
        <w:jc w:val="both"/>
      </w:pPr>
    </w:p>
    <w:p w:rsidR="00433675" w:rsidRDefault="00433675" w:rsidP="00DF76A2">
      <w:pPr>
        <w:jc w:val="both"/>
        <w:rPr>
          <w:lang w:val="ru-RU"/>
        </w:rPr>
      </w:pPr>
    </w:p>
    <w:p w:rsidR="00433675" w:rsidRDefault="00433675" w:rsidP="00DF76A2">
      <w:pPr>
        <w:jc w:val="both"/>
        <w:rPr>
          <w:lang w:val="ru-RU"/>
        </w:rPr>
      </w:pPr>
    </w:p>
    <w:p w:rsidR="00433675" w:rsidRDefault="00433675" w:rsidP="00DF76A2">
      <w:pPr>
        <w:jc w:val="both"/>
        <w:rPr>
          <w:lang w:val="ru-RU"/>
        </w:rPr>
      </w:pPr>
    </w:p>
    <w:p w:rsidR="00433675" w:rsidRDefault="00433675" w:rsidP="00DF76A2"/>
    <w:sectPr w:rsidR="00433675" w:rsidSect="00B6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675" w:rsidRDefault="00433675" w:rsidP="00686D8F">
      <w:r>
        <w:separator/>
      </w:r>
    </w:p>
  </w:endnote>
  <w:endnote w:type="continuationSeparator" w:id="1">
    <w:p w:rsidR="00433675" w:rsidRDefault="00433675" w:rsidP="0068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675" w:rsidRDefault="00433675" w:rsidP="00686D8F">
      <w:r>
        <w:separator/>
      </w:r>
    </w:p>
  </w:footnote>
  <w:footnote w:type="continuationSeparator" w:id="1">
    <w:p w:rsidR="00433675" w:rsidRDefault="00433675" w:rsidP="00686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96A"/>
    <w:rsid w:val="0000023B"/>
    <w:rsid w:val="00000266"/>
    <w:rsid w:val="00000431"/>
    <w:rsid w:val="000009FD"/>
    <w:rsid w:val="00000F7C"/>
    <w:rsid w:val="000010DE"/>
    <w:rsid w:val="00001468"/>
    <w:rsid w:val="000015D0"/>
    <w:rsid w:val="000018C1"/>
    <w:rsid w:val="00001B00"/>
    <w:rsid w:val="00001B86"/>
    <w:rsid w:val="00001ED7"/>
    <w:rsid w:val="0000235E"/>
    <w:rsid w:val="0000235F"/>
    <w:rsid w:val="00002572"/>
    <w:rsid w:val="0000274F"/>
    <w:rsid w:val="00002D08"/>
    <w:rsid w:val="0000330F"/>
    <w:rsid w:val="00003765"/>
    <w:rsid w:val="000038CD"/>
    <w:rsid w:val="00003B2C"/>
    <w:rsid w:val="00006B2B"/>
    <w:rsid w:val="00006CCD"/>
    <w:rsid w:val="00006EF1"/>
    <w:rsid w:val="000075FE"/>
    <w:rsid w:val="00007FD8"/>
    <w:rsid w:val="00010051"/>
    <w:rsid w:val="0001090D"/>
    <w:rsid w:val="00010C94"/>
    <w:rsid w:val="000115B3"/>
    <w:rsid w:val="00011DBB"/>
    <w:rsid w:val="00013569"/>
    <w:rsid w:val="000135FB"/>
    <w:rsid w:val="00014B98"/>
    <w:rsid w:val="00015455"/>
    <w:rsid w:val="00015641"/>
    <w:rsid w:val="0001566B"/>
    <w:rsid w:val="00015BFA"/>
    <w:rsid w:val="000165E3"/>
    <w:rsid w:val="00017071"/>
    <w:rsid w:val="00017A72"/>
    <w:rsid w:val="00017DBD"/>
    <w:rsid w:val="000200E5"/>
    <w:rsid w:val="00021361"/>
    <w:rsid w:val="00022994"/>
    <w:rsid w:val="00022A78"/>
    <w:rsid w:val="000232CD"/>
    <w:rsid w:val="00023FF7"/>
    <w:rsid w:val="0002490D"/>
    <w:rsid w:val="0002569B"/>
    <w:rsid w:val="0002606F"/>
    <w:rsid w:val="00026A68"/>
    <w:rsid w:val="000279F3"/>
    <w:rsid w:val="00027C18"/>
    <w:rsid w:val="000304E5"/>
    <w:rsid w:val="000309A5"/>
    <w:rsid w:val="00030EFD"/>
    <w:rsid w:val="00030F0A"/>
    <w:rsid w:val="00030FC3"/>
    <w:rsid w:val="0003103F"/>
    <w:rsid w:val="0003118D"/>
    <w:rsid w:val="000311FF"/>
    <w:rsid w:val="00031460"/>
    <w:rsid w:val="00031E44"/>
    <w:rsid w:val="00031EB3"/>
    <w:rsid w:val="00032D92"/>
    <w:rsid w:val="000332A6"/>
    <w:rsid w:val="000343DA"/>
    <w:rsid w:val="00034533"/>
    <w:rsid w:val="00035391"/>
    <w:rsid w:val="0003569A"/>
    <w:rsid w:val="00035C4F"/>
    <w:rsid w:val="0003614E"/>
    <w:rsid w:val="00036733"/>
    <w:rsid w:val="00036875"/>
    <w:rsid w:val="00036AB1"/>
    <w:rsid w:val="00036C1E"/>
    <w:rsid w:val="00037847"/>
    <w:rsid w:val="00037A0A"/>
    <w:rsid w:val="0004076E"/>
    <w:rsid w:val="00040D9C"/>
    <w:rsid w:val="00042833"/>
    <w:rsid w:val="00042CA3"/>
    <w:rsid w:val="00042E7A"/>
    <w:rsid w:val="0004371D"/>
    <w:rsid w:val="00043911"/>
    <w:rsid w:val="0004432E"/>
    <w:rsid w:val="00044872"/>
    <w:rsid w:val="00044F0D"/>
    <w:rsid w:val="000450B5"/>
    <w:rsid w:val="0004528A"/>
    <w:rsid w:val="000453E3"/>
    <w:rsid w:val="00045E1A"/>
    <w:rsid w:val="000469F4"/>
    <w:rsid w:val="0004720C"/>
    <w:rsid w:val="00047C07"/>
    <w:rsid w:val="00047FB3"/>
    <w:rsid w:val="0005104C"/>
    <w:rsid w:val="0005144E"/>
    <w:rsid w:val="0005159B"/>
    <w:rsid w:val="0005229A"/>
    <w:rsid w:val="00052584"/>
    <w:rsid w:val="00052944"/>
    <w:rsid w:val="00052C1D"/>
    <w:rsid w:val="00052D5B"/>
    <w:rsid w:val="000537FA"/>
    <w:rsid w:val="00054312"/>
    <w:rsid w:val="000545FA"/>
    <w:rsid w:val="0005493E"/>
    <w:rsid w:val="00055289"/>
    <w:rsid w:val="00055291"/>
    <w:rsid w:val="00055455"/>
    <w:rsid w:val="000554CF"/>
    <w:rsid w:val="000554F8"/>
    <w:rsid w:val="0005648E"/>
    <w:rsid w:val="00056AA9"/>
    <w:rsid w:val="00056B5E"/>
    <w:rsid w:val="000578AD"/>
    <w:rsid w:val="00057FBF"/>
    <w:rsid w:val="00060E4F"/>
    <w:rsid w:val="00060FF8"/>
    <w:rsid w:val="0006121A"/>
    <w:rsid w:val="0006131A"/>
    <w:rsid w:val="000613D0"/>
    <w:rsid w:val="0006145B"/>
    <w:rsid w:val="00061944"/>
    <w:rsid w:val="00061CB2"/>
    <w:rsid w:val="00062168"/>
    <w:rsid w:val="000625E3"/>
    <w:rsid w:val="0006264E"/>
    <w:rsid w:val="00063940"/>
    <w:rsid w:val="00063EDF"/>
    <w:rsid w:val="00064CAC"/>
    <w:rsid w:val="000650E7"/>
    <w:rsid w:val="00065A13"/>
    <w:rsid w:val="00065A6F"/>
    <w:rsid w:val="00066718"/>
    <w:rsid w:val="00067002"/>
    <w:rsid w:val="00067A51"/>
    <w:rsid w:val="00067F85"/>
    <w:rsid w:val="000700DB"/>
    <w:rsid w:val="00070A68"/>
    <w:rsid w:val="00070AAB"/>
    <w:rsid w:val="000717CA"/>
    <w:rsid w:val="00072EFA"/>
    <w:rsid w:val="00073D63"/>
    <w:rsid w:val="000742C4"/>
    <w:rsid w:val="00074872"/>
    <w:rsid w:val="00075073"/>
    <w:rsid w:val="0007508A"/>
    <w:rsid w:val="000755EC"/>
    <w:rsid w:val="00075D44"/>
    <w:rsid w:val="00075DC7"/>
    <w:rsid w:val="000761EA"/>
    <w:rsid w:val="000770C4"/>
    <w:rsid w:val="00080A4A"/>
    <w:rsid w:val="00080E55"/>
    <w:rsid w:val="00081884"/>
    <w:rsid w:val="0008190B"/>
    <w:rsid w:val="000824B2"/>
    <w:rsid w:val="00083216"/>
    <w:rsid w:val="00083C4B"/>
    <w:rsid w:val="00084EE4"/>
    <w:rsid w:val="0008514E"/>
    <w:rsid w:val="00085635"/>
    <w:rsid w:val="00086827"/>
    <w:rsid w:val="0008695A"/>
    <w:rsid w:val="00086A99"/>
    <w:rsid w:val="00087189"/>
    <w:rsid w:val="0008719E"/>
    <w:rsid w:val="0008740E"/>
    <w:rsid w:val="000875A3"/>
    <w:rsid w:val="000879E5"/>
    <w:rsid w:val="00090762"/>
    <w:rsid w:val="00091528"/>
    <w:rsid w:val="00091582"/>
    <w:rsid w:val="00092C34"/>
    <w:rsid w:val="00094703"/>
    <w:rsid w:val="00094F35"/>
    <w:rsid w:val="00095910"/>
    <w:rsid w:val="00095DBA"/>
    <w:rsid w:val="00097975"/>
    <w:rsid w:val="000A043D"/>
    <w:rsid w:val="000A1EEF"/>
    <w:rsid w:val="000A2392"/>
    <w:rsid w:val="000A259A"/>
    <w:rsid w:val="000A263D"/>
    <w:rsid w:val="000A29B9"/>
    <w:rsid w:val="000A3305"/>
    <w:rsid w:val="000A3595"/>
    <w:rsid w:val="000A3900"/>
    <w:rsid w:val="000A3E3D"/>
    <w:rsid w:val="000A491C"/>
    <w:rsid w:val="000A4B95"/>
    <w:rsid w:val="000A4D3F"/>
    <w:rsid w:val="000A4DAF"/>
    <w:rsid w:val="000A4DE0"/>
    <w:rsid w:val="000A51EF"/>
    <w:rsid w:val="000A520F"/>
    <w:rsid w:val="000A5CEA"/>
    <w:rsid w:val="000A5E86"/>
    <w:rsid w:val="000A62B1"/>
    <w:rsid w:val="000A698A"/>
    <w:rsid w:val="000A743F"/>
    <w:rsid w:val="000A7841"/>
    <w:rsid w:val="000A7C23"/>
    <w:rsid w:val="000B0EF4"/>
    <w:rsid w:val="000B1EBB"/>
    <w:rsid w:val="000B2605"/>
    <w:rsid w:val="000B2883"/>
    <w:rsid w:val="000B2C56"/>
    <w:rsid w:val="000B3120"/>
    <w:rsid w:val="000B3258"/>
    <w:rsid w:val="000B3303"/>
    <w:rsid w:val="000B3508"/>
    <w:rsid w:val="000B366D"/>
    <w:rsid w:val="000B3D65"/>
    <w:rsid w:val="000B40D0"/>
    <w:rsid w:val="000B41D8"/>
    <w:rsid w:val="000B4567"/>
    <w:rsid w:val="000B4EDB"/>
    <w:rsid w:val="000B637C"/>
    <w:rsid w:val="000B791C"/>
    <w:rsid w:val="000C064B"/>
    <w:rsid w:val="000C090B"/>
    <w:rsid w:val="000C0CEE"/>
    <w:rsid w:val="000C0EB4"/>
    <w:rsid w:val="000C10CE"/>
    <w:rsid w:val="000C14CE"/>
    <w:rsid w:val="000C3F31"/>
    <w:rsid w:val="000C3FBE"/>
    <w:rsid w:val="000C41A1"/>
    <w:rsid w:val="000C42CC"/>
    <w:rsid w:val="000C457C"/>
    <w:rsid w:val="000C4A4C"/>
    <w:rsid w:val="000C4E1C"/>
    <w:rsid w:val="000C4F5B"/>
    <w:rsid w:val="000C52E2"/>
    <w:rsid w:val="000C54DA"/>
    <w:rsid w:val="000C65A0"/>
    <w:rsid w:val="000C664F"/>
    <w:rsid w:val="000C6743"/>
    <w:rsid w:val="000C689B"/>
    <w:rsid w:val="000C6DF0"/>
    <w:rsid w:val="000C728B"/>
    <w:rsid w:val="000C7CF2"/>
    <w:rsid w:val="000D1B55"/>
    <w:rsid w:val="000D2D3F"/>
    <w:rsid w:val="000D31F2"/>
    <w:rsid w:val="000D37DF"/>
    <w:rsid w:val="000D388F"/>
    <w:rsid w:val="000D38E6"/>
    <w:rsid w:val="000D3C4B"/>
    <w:rsid w:val="000D427E"/>
    <w:rsid w:val="000D450C"/>
    <w:rsid w:val="000D5E41"/>
    <w:rsid w:val="000D6D38"/>
    <w:rsid w:val="000D757B"/>
    <w:rsid w:val="000E0087"/>
    <w:rsid w:val="000E0141"/>
    <w:rsid w:val="000E0D44"/>
    <w:rsid w:val="000E30D2"/>
    <w:rsid w:val="000E385C"/>
    <w:rsid w:val="000E44F7"/>
    <w:rsid w:val="000E4711"/>
    <w:rsid w:val="000E5270"/>
    <w:rsid w:val="000E54A1"/>
    <w:rsid w:val="000E56BC"/>
    <w:rsid w:val="000E57A3"/>
    <w:rsid w:val="000E5E7F"/>
    <w:rsid w:val="000E611C"/>
    <w:rsid w:val="000E6C2B"/>
    <w:rsid w:val="000E6F6B"/>
    <w:rsid w:val="000E71CC"/>
    <w:rsid w:val="000E7620"/>
    <w:rsid w:val="000F0747"/>
    <w:rsid w:val="000F0B62"/>
    <w:rsid w:val="000F0DC1"/>
    <w:rsid w:val="000F1088"/>
    <w:rsid w:val="000F12D5"/>
    <w:rsid w:val="000F19AA"/>
    <w:rsid w:val="000F1F23"/>
    <w:rsid w:val="000F3827"/>
    <w:rsid w:val="000F3E13"/>
    <w:rsid w:val="000F44D6"/>
    <w:rsid w:val="000F488D"/>
    <w:rsid w:val="000F4E40"/>
    <w:rsid w:val="000F50C7"/>
    <w:rsid w:val="000F54A9"/>
    <w:rsid w:val="000F58EC"/>
    <w:rsid w:val="000F6109"/>
    <w:rsid w:val="000F6251"/>
    <w:rsid w:val="000F7807"/>
    <w:rsid w:val="001000DC"/>
    <w:rsid w:val="0010014F"/>
    <w:rsid w:val="00100248"/>
    <w:rsid w:val="00100BB1"/>
    <w:rsid w:val="00100C0F"/>
    <w:rsid w:val="001017FE"/>
    <w:rsid w:val="001027F4"/>
    <w:rsid w:val="00102EA1"/>
    <w:rsid w:val="0010342A"/>
    <w:rsid w:val="00104103"/>
    <w:rsid w:val="001042E2"/>
    <w:rsid w:val="00104C1E"/>
    <w:rsid w:val="00105AB1"/>
    <w:rsid w:val="00106CFA"/>
    <w:rsid w:val="00107E29"/>
    <w:rsid w:val="00107FD0"/>
    <w:rsid w:val="00110D38"/>
    <w:rsid w:val="00111569"/>
    <w:rsid w:val="001117A6"/>
    <w:rsid w:val="00111998"/>
    <w:rsid w:val="001128F7"/>
    <w:rsid w:val="00113132"/>
    <w:rsid w:val="00113B6F"/>
    <w:rsid w:val="00113CD4"/>
    <w:rsid w:val="001140D6"/>
    <w:rsid w:val="00114771"/>
    <w:rsid w:val="0011583E"/>
    <w:rsid w:val="00115BC2"/>
    <w:rsid w:val="0011749A"/>
    <w:rsid w:val="001204D1"/>
    <w:rsid w:val="001207BB"/>
    <w:rsid w:val="00120BDC"/>
    <w:rsid w:val="00121096"/>
    <w:rsid w:val="001216C7"/>
    <w:rsid w:val="001217F5"/>
    <w:rsid w:val="00121872"/>
    <w:rsid w:val="00121F01"/>
    <w:rsid w:val="001221C5"/>
    <w:rsid w:val="00123365"/>
    <w:rsid w:val="0012391D"/>
    <w:rsid w:val="00123A12"/>
    <w:rsid w:val="00123B00"/>
    <w:rsid w:val="00123DAC"/>
    <w:rsid w:val="00124161"/>
    <w:rsid w:val="001246FC"/>
    <w:rsid w:val="00124803"/>
    <w:rsid w:val="001260FD"/>
    <w:rsid w:val="001265BE"/>
    <w:rsid w:val="001267C5"/>
    <w:rsid w:val="00127165"/>
    <w:rsid w:val="001271E4"/>
    <w:rsid w:val="0012789E"/>
    <w:rsid w:val="00130643"/>
    <w:rsid w:val="00131186"/>
    <w:rsid w:val="00132336"/>
    <w:rsid w:val="0013274F"/>
    <w:rsid w:val="00133075"/>
    <w:rsid w:val="00133407"/>
    <w:rsid w:val="00133D2C"/>
    <w:rsid w:val="00133E6D"/>
    <w:rsid w:val="00133F96"/>
    <w:rsid w:val="00133FCF"/>
    <w:rsid w:val="001365E0"/>
    <w:rsid w:val="00136621"/>
    <w:rsid w:val="00136C17"/>
    <w:rsid w:val="001374B3"/>
    <w:rsid w:val="001376B2"/>
    <w:rsid w:val="00137F41"/>
    <w:rsid w:val="0014065B"/>
    <w:rsid w:val="00140CBF"/>
    <w:rsid w:val="00140CDD"/>
    <w:rsid w:val="00141361"/>
    <w:rsid w:val="00141462"/>
    <w:rsid w:val="0014182B"/>
    <w:rsid w:val="00141A1D"/>
    <w:rsid w:val="001424FC"/>
    <w:rsid w:val="00143060"/>
    <w:rsid w:val="0014313C"/>
    <w:rsid w:val="00143764"/>
    <w:rsid w:val="001437D8"/>
    <w:rsid w:val="001443F7"/>
    <w:rsid w:val="00144489"/>
    <w:rsid w:val="00144867"/>
    <w:rsid w:val="0014527C"/>
    <w:rsid w:val="001452A5"/>
    <w:rsid w:val="00146220"/>
    <w:rsid w:val="001462F6"/>
    <w:rsid w:val="001464F6"/>
    <w:rsid w:val="001468FC"/>
    <w:rsid w:val="00146BDD"/>
    <w:rsid w:val="00147190"/>
    <w:rsid w:val="00147219"/>
    <w:rsid w:val="0015056A"/>
    <w:rsid w:val="001514B5"/>
    <w:rsid w:val="00151D68"/>
    <w:rsid w:val="00152439"/>
    <w:rsid w:val="001527AB"/>
    <w:rsid w:val="00152ADA"/>
    <w:rsid w:val="0015462F"/>
    <w:rsid w:val="001556D2"/>
    <w:rsid w:val="001563C4"/>
    <w:rsid w:val="0015660B"/>
    <w:rsid w:val="001574A3"/>
    <w:rsid w:val="00157F0E"/>
    <w:rsid w:val="001600F9"/>
    <w:rsid w:val="00160449"/>
    <w:rsid w:val="00160D39"/>
    <w:rsid w:val="00161EB7"/>
    <w:rsid w:val="0016212D"/>
    <w:rsid w:val="00162316"/>
    <w:rsid w:val="00163D12"/>
    <w:rsid w:val="00164614"/>
    <w:rsid w:val="00164641"/>
    <w:rsid w:val="001647D1"/>
    <w:rsid w:val="00164853"/>
    <w:rsid w:val="001648E6"/>
    <w:rsid w:val="00165080"/>
    <w:rsid w:val="001650FD"/>
    <w:rsid w:val="00165E73"/>
    <w:rsid w:val="001666B4"/>
    <w:rsid w:val="00166709"/>
    <w:rsid w:val="0016678D"/>
    <w:rsid w:val="00166A5A"/>
    <w:rsid w:val="00166AE9"/>
    <w:rsid w:val="0016742B"/>
    <w:rsid w:val="00167B95"/>
    <w:rsid w:val="00170770"/>
    <w:rsid w:val="001711FF"/>
    <w:rsid w:val="00171EDF"/>
    <w:rsid w:val="00172512"/>
    <w:rsid w:val="0017318A"/>
    <w:rsid w:val="00173B82"/>
    <w:rsid w:val="00174185"/>
    <w:rsid w:val="001741D8"/>
    <w:rsid w:val="0017444C"/>
    <w:rsid w:val="0017589A"/>
    <w:rsid w:val="00175FFA"/>
    <w:rsid w:val="0017608A"/>
    <w:rsid w:val="00176294"/>
    <w:rsid w:val="00176811"/>
    <w:rsid w:val="00176E94"/>
    <w:rsid w:val="00176FE4"/>
    <w:rsid w:val="00177688"/>
    <w:rsid w:val="00177958"/>
    <w:rsid w:val="001779CE"/>
    <w:rsid w:val="001804D6"/>
    <w:rsid w:val="001807A7"/>
    <w:rsid w:val="00180BEA"/>
    <w:rsid w:val="00180D40"/>
    <w:rsid w:val="00180E2F"/>
    <w:rsid w:val="00180EEE"/>
    <w:rsid w:val="00181076"/>
    <w:rsid w:val="00182185"/>
    <w:rsid w:val="001821BA"/>
    <w:rsid w:val="001822AE"/>
    <w:rsid w:val="00182AB4"/>
    <w:rsid w:val="00182CBE"/>
    <w:rsid w:val="0018328F"/>
    <w:rsid w:val="001834B1"/>
    <w:rsid w:val="00183501"/>
    <w:rsid w:val="00183A50"/>
    <w:rsid w:val="00183B33"/>
    <w:rsid w:val="00184FDE"/>
    <w:rsid w:val="00185732"/>
    <w:rsid w:val="0018591D"/>
    <w:rsid w:val="00185C81"/>
    <w:rsid w:val="0018637B"/>
    <w:rsid w:val="00186440"/>
    <w:rsid w:val="001867E3"/>
    <w:rsid w:val="00186DC8"/>
    <w:rsid w:val="00190003"/>
    <w:rsid w:val="00191460"/>
    <w:rsid w:val="00191558"/>
    <w:rsid w:val="0019173E"/>
    <w:rsid w:val="00191D99"/>
    <w:rsid w:val="00191DE6"/>
    <w:rsid w:val="001939A2"/>
    <w:rsid w:val="00193D74"/>
    <w:rsid w:val="0019468E"/>
    <w:rsid w:val="0019575F"/>
    <w:rsid w:val="00195C3F"/>
    <w:rsid w:val="001960BF"/>
    <w:rsid w:val="001969BA"/>
    <w:rsid w:val="00196B23"/>
    <w:rsid w:val="00197273"/>
    <w:rsid w:val="0019766A"/>
    <w:rsid w:val="001979C6"/>
    <w:rsid w:val="001A083F"/>
    <w:rsid w:val="001A13F8"/>
    <w:rsid w:val="001A1CD2"/>
    <w:rsid w:val="001A43AE"/>
    <w:rsid w:val="001A4DC1"/>
    <w:rsid w:val="001A5E01"/>
    <w:rsid w:val="001A6695"/>
    <w:rsid w:val="001A67CF"/>
    <w:rsid w:val="001A6E11"/>
    <w:rsid w:val="001A70F4"/>
    <w:rsid w:val="001B0291"/>
    <w:rsid w:val="001B097D"/>
    <w:rsid w:val="001B0C48"/>
    <w:rsid w:val="001B0D95"/>
    <w:rsid w:val="001B0F89"/>
    <w:rsid w:val="001B1EC9"/>
    <w:rsid w:val="001B35B7"/>
    <w:rsid w:val="001B4028"/>
    <w:rsid w:val="001B435C"/>
    <w:rsid w:val="001B43CC"/>
    <w:rsid w:val="001B4975"/>
    <w:rsid w:val="001B4A8F"/>
    <w:rsid w:val="001B5266"/>
    <w:rsid w:val="001B538A"/>
    <w:rsid w:val="001B5F1A"/>
    <w:rsid w:val="001B6A4D"/>
    <w:rsid w:val="001B7499"/>
    <w:rsid w:val="001B76FB"/>
    <w:rsid w:val="001B7E4C"/>
    <w:rsid w:val="001C154C"/>
    <w:rsid w:val="001C18AD"/>
    <w:rsid w:val="001C27CE"/>
    <w:rsid w:val="001C280A"/>
    <w:rsid w:val="001C2E1B"/>
    <w:rsid w:val="001C3176"/>
    <w:rsid w:val="001C35AB"/>
    <w:rsid w:val="001C371A"/>
    <w:rsid w:val="001C37AD"/>
    <w:rsid w:val="001C3857"/>
    <w:rsid w:val="001C5050"/>
    <w:rsid w:val="001C5360"/>
    <w:rsid w:val="001C5377"/>
    <w:rsid w:val="001C5C05"/>
    <w:rsid w:val="001C6F8A"/>
    <w:rsid w:val="001C75F3"/>
    <w:rsid w:val="001C7910"/>
    <w:rsid w:val="001C7A78"/>
    <w:rsid w:val="001D05F3"/>
    <w:rsid w:val="001D06EB"/>
    <w:rsid w:val="001D11FE"/>
    <w:rsid w:val="001D1377"/>
    <w:rsid w:val="001D23E9"/>
    <w:rsid w:val="001D2548"/>
    <w:rsid w:val="001D26AA"/>
    <w:rsid w:val="001D26C7"/>
    <w:rsid w:val="001D295A"/>
    <w:rsid w:val="001D2AEF"/>
    <w:rsid w:val="001D3110"/>
    <w:rsid w:val="001D4058"/>
    <w:rsid w:val="001D57A7"/>
    <w:rsid w:val="001D5A61"/>
    <w:rsid w:val="001D5D84"/>
    <w:rsid w:val="001D6611"/>
    <w:rsid w:val="001D6A96"/>
    <w:rsid w:val="001D6C00"/>
    <w:rsid w:val="001D7B91"/>
    <w:rsid w:val="001D7EEB"/>
    <w:rsid w:val="001D7F72"/>
    <w:rsid w:val="001E0492"/>
    <w:rsid w:val="001E14BE"/>
    <w:rsid w:val="001E1CB4"/>
    <w:rsid w:val="001E27E9"/>
    <w:rsid w:val="001E2C3B"/>
    <w:rsid w:val="001E3CAE"/>
    <w:rsid w:val="001E3D57"/>
    <w:rsid w:val="001E4B4B"/>
    <w:rsid w:val="001E4D3A"/>
    <w:rsid w:val="001E4D89"/>
    <w:rsid w:val="001E5072"/>
    <w:rsid w:val="001E6EF1"/>
    <w:rsid w:val="001E72B9"/>
    <w:rsid w:val="001E74EE"/>
    <w:rsid w:val="001E7509"/>
    <w:rsid w:val="001F01E7"/>
    <w:rsid w:val="001F0E27"/>
    <w:rsid w:val="001F0E35"/>
    <w:rsid w:val="001F1A67"/>
    <w:rsid w:val="001F28C6"/>
    <w:rsid w:val="001F2C1F"/>
    <w:rsid w:val="001F2DF1"/>
    <w:rsid w:val="001F2F88"/>
    <w:rsid w:val="001F3E38"/>
    <w:rsid w:val="001F3F77"/>
    <w:rsid w:val="001F4409"/>
    <w:rsid w:val="001F4504"/>
    <w:rsid w:val="001F54BF"/>
    <w:rsid w:val="001F5B2B"/>
    <w:rsid w:val="001F5FF0"/>
    <w:rsid w:val="001F644B"/>
    <w:rsid w:val="001F644E"/>
    <w:rsid w:val="001F650A"/>
    <w:rsid w:val="002001C6"/>
    <w:rsid w:val="00200809"/>
    <w:rsid w:val="00200DF7"/>
    <w:rsid w:val="00201F8C"/>
    <w:rsid w:val="002022A9"/>
    <w:rsid w:val="00202AEA"/>
    <w:rsid w:val="002031A1"/>
    <w:rsid w:val="00203375"/>
    <w:rsid w:val="002033B7"/>
    <w:rsid w:val="00203B70"/>
    <w:rsid w:val="00203D33"/>
    <w:rsid w:val="00205CFE"/>
    <w:rsid w:val="00205E3F"/>
    <w:rsid w:val="0020644D"/>
    <w:rsid w:val="0020655A"/>
    <w:rsid w:val="00206B0E"/>
    <w:rsid w:val="00206E8B"/>
    <w:rsid w:val="00207534"/>
    <w:rsid w:val="00210331"/>
    <w:rsid w:val="002104B2"/>
    <w:rsid w:val="00210709"/>
    <w:rsid w:val="0021180B"/>
    <w:rsid w:val="00211B4E"/>
    <w:rsid w:val="002120B4"/>
    <w:rsid w:val="002122F5"/>
    <w:rsid w:val="0021287F"/>
    <w:rsid w:val="00212A10"/>
    <w:rsid w:val="00212EC7"/>
    <w:rsid w:val="002133F9"/>
    <w:rsid w:val="00213C10"/>
    <w:rsid w:val="0021457C"/>
    <w:rsid w:val="00214C7A"/>
    <w:rsid w:val="0021519F"/>
    <w:rsid w:val="0021560A"/>
    <w:rsid w:val="002156BE"/>
    <w:rsid w:val="00215B07"/>
    <w:rsid w:val="00215C5B"/>
    <w:rsid w:val="002168B9"/>
    <w:rsid w:val="002169D2"/>
    <w:rsid w:val="00217828"/>
    <w:rsid w:val="00217ED6"/>
    <w:rsid w:val="00220153"/>
    <w:rsid w:val="0022092F"/>
    <w:rsid w:val="00220C52"/>
    <w:rsid w:val="00221467"/>
    <w:rsid w:val="00222584"/>
    <w:rsid w:val="0022285A"/>
    <w:rsid w:val="002228B6"/>
    <w:rsid w:val="00222EA0"/>
    <w:rsid w:val="00223B7E"/>
    <w:rsid w:val="002247FC"/>
    <w:rsid w:val="00224E80"/>
    <w:rsid w:val="002254D7"/>
    <w:rsid w:val="00225585"/>
    <w:rsid w:val="002270C6"/>
    <w:rsid w:val="00227142"/>
    <w:rsid w:val="00227356"/>
    <w:rsid w:val="00227AEC"/>
    <w:rsid w:val="00227C21"/>
    <w:rsid w:val="00227EDF"/>
    <w:rsid w:val="00227FA7"/>
    <w:rsid w:val="002302B3"/>
    <w:rsid w:val="00230D77"/>
    <w:rsid w:val="00230E23"/>
    <w:rsid w:val="00230FD6"/>
    <w:rsid w:val="00231EBF"/>
    <w:rsid w:val="0023253E"/>
    <w:rsid w:val="00232564"/>
    <w:rsid w:val="00233772"/>
    <w:rsid w:val="00233E9C"/>
    <w:rsid w:val="0023427F"/>
    <w:rsid w:val="00234E58"/>
    <w:rsid w:val="00235760"/>
    <w:rsid w:val="00235F1B"/>
    <w:rsid w:val="0023604B"/>
    <w:rsid w:val="00236CEA"/>
    <w:rsid w:val="00237508"/>
    <w:rsid w:val="00237DF6"/>
    <w:rsid w:val="002400C4"/>
    <w:rsid w:val="00240118"/>
    <w:rsid w:val="002402C3"/>
    <w:rsid w:val="00240E80"/>
    <w:rsid w:val="00241139"/>
    <w:rsid w:val="00241682"/>
    <w:rsid w:val="002418A5"/>
    <w:rsid w:val="00241E97"/>
    <w:rsid w:val="002426B7"/>
    <w:rsid w:val="002442B0"/>
    <w:rsid w:val="002445EB"/>
    <w:rsid w:val="00244DAD"/>
    <w:rsid w:val="0024595F"/>
    <w:rsid w:val="00246856"/>
    <w:rsid w:val="00246D7C"/>
    <w:rsid w:val="0024774D"/>
    <w:rsid w:val="00247D31"/>
    <w:rsid w:val="002500E6"/>
    <w:rsid w:val="002508E0"/>
    <w:rsid w:val="002508F2"/>
    <w:rsid w:val="00252503"/>
    <w:rsid w:val="002525DF"/>
    <w:rsid w:val="00252A98"/>
    <w:rsid w:val="00252CA6"/>
    <w:rsid w:val="00252DCD"/>
    <w:rsid w:val="002539D9"/>
    <w:rsid w:val="0025523D"/>
    <w:rsid w:val="002555B9"/>
    <w:rsid w:val="0025571B"/>
    <w:rsid w:val="002558C5"/>
    <w:rsid w:val="002560E8"/>
    <w:rsid w:val="00256421"/>
    <w:rsid w:val="00256DE3"/>
    <w:rsid w:val="002577C3"/>
    <w:rsid w:val="00257D22"/>
    <w:rsid w:val="00257DC3"/>
    <w:rsid w:val="002616AA"/>
    <w:rsid w:val="002625AE"/>
    <w:rsid w:val="00263028"/>
    <w:rsid w:val="00264575"/>
    <w:rsid w:val="002646CF"/>
    <w:rsid w:val="00264709"/>
    <w:rsid w:val="002647FB"/>
    <w:rsid w:val="00264830"/>
    <w:rsid w:val="00264E9A"/>
    <w:rsid w:val="002653DB"/>
    <w:rsid w:val="00265503"/>
    <w:rsid w:val="002655ED"/>
    <w:rsid w:val="002659CD"/>
    <w:rsid w:val="00266C17"/>
    <w:rsid w:val="00266C46"/>
    <w:rsid w:val="00266EE9"/>
    <w:rsid w:val="00267241"/>
    <w:rsid w:val="0026744F"/>
    <w:rsid w:val="00267D17"/>
    <w:rsid w:val="00267D4F"/>
    <w:rsid w:val="00267D50"/>
    <w:rsid w:val="00270003"/>
    <w:rsid w:val="00271756"/>
    <w:rsid w:val="00271C6D"/>
    <w:rsid w:val="00271D74"/>
    <w:rsid w:val="0027215D"/>
    <w:rsid w:val="002724BA"/>
    <w:rsid w:val="002730C3"/>
    <w:rsid w:val="00273C8F"/>
    <w:rsid w:val="00274146"/>
    <w:rsid w:val="00274564"/>
    <w:rsid w:val="002745A4"/>
    <w:rsid w:val="00275237"/>
    <w:rsid w:val="002756E6"/>
    <w:rsid w:val="00276559"/>
    <w:rsid w:val="002769A6"/>
    <w:rsid w:val="00277453"/>
    <w:rsid w:val="0028024C"/>
    <w:rsid w:val="00280CFB"/>
    <w:rsid w:val="00281C44"/>
    <w:rsid w:val="00282652"/>
    <w:rsid w:val="00283040"/>
    <w:rsid w:val="002837F0"/>
    <w:rsid w:val="002842F4"/>
    <w:rsid w:val="00284580"/>
    <w:rsid w:val="002848A3"/>
    <w:rsid w:val="002853DF"/>
    <w:rsid w:val="002862B0"/>
    <w:rsid w:val="00286F3B"/>
    <w:rsid w:val="002907E0"/>
    <w:rsid w:val="00290978"/>
    <w:rsid w:val="002915F4"/>
    <w:rsid w:val="00291A5F"/>
    <w:rsid w:val="00291CE3"/>
    <w:rsid w:val="002925EC"/>
    <w:rsid w:val="00292E1F"/>
    <w:rsid w:val="00292E38"/>
    <w:rsid w:val="00292FE7"/>
    <w:rsid w:val="00293FB0"/>
    <w:rsid w:val="00294F13"/>
    <w:rsid w:val="00294F38"/>
    <w:rsid w:val="00295968"/>
    <w:rsid w:val="00295C96"/>
    <w:rsid w:val="00295DB3"/>
    <w:rsid w:val="002963A0"/>
    <w:rsid w:val="00296CA9"/>
    <w:rsid w:val="00297C85"/>
    <w:rsid w:val="002A014C"/>
    <w:rsid w:val="002A0438"/>
    <w:rsid w:val="002A0DF4"/>
    <w:rsid w:val="002A0EEE"/>
    <w:rsid w:val="002A1391"/>
    <w:rsid w:val="002A1CCF"/>
    <w:rsid w:val="002A1E33"/>
    <w:rsid w:val="002A249D"/>
    <w:rsid w:val="002A2F2A"/>
    <w:rsid w:val="002A34B1"/>
    <w:rsid w:val="002A3866"/>
    <w:rsid w:val="002A4193"/>
    <w:rsid w:val="002A4217"/>
    <w:rsid w:val="002A4498"/>
    <w:rsid w:val="002A48DA"/>
    <w:rsid w:val="002A4E8E"/>
    <w:rsid w:val="002A50E2"/>
    <w:rsid w:val="002A5469"/>
    <w:rsid w:val="002A5C38"/>
    <w:rsid w:val="002A6FEE"/>
    <w:rsid w:val="002A7DCA"/>
    <w:rsid w:val="002A7E19"/>
    <w:rsid w:val="002B065F"/>
    <w:rsid w:val="002B0792"/>
    <w:rsid w:val="002B19AE"/>
    <w:rsid w:val="002B1C3A"/>
    <w:rsid w:val="002B1C8A"/>
    <w:rsid w:val="002B30D4"/>
    <w:rsid w:val="002B30E3"/>
    <w:rsid w:val="002B320D"/>
    <w:rsid w:val="002B3811"/>
    <w:rsid w:val="002B3952"/>
    <w:rsid w:val="002B3BFD"/>
    <w:rsid w:val="002B473A"/>
    <w:rsid w:val="002B4C9E"/>
    <w:rsid w:val="002B51FC"/>
    <w:rsid w:val="002B5ED1"/>
    <w:rsid w:val="002B6110"/>
    <w:rsid w:val="002B6D2A"/>
    <w:rsid w:val="002B7DC1"/>
    <w:rsid w:val="002C03A7"/>
    <w:rsid w:val="002C213D"/>
    <w:rsid w:val="002C2938"/>
    <w:rsid w:val="002C2FE3"/>
    <w:rsid w:val="002C3775"/>
    <w:rsid w:val="002C390E"/>
    <w:rsid w:val="002C4410"/>
    <w:rsid w:val="002C48D8"/>
    <w:rsid w:val="002C4A43"/>
    <w:rsid w:val="002C5DD2"/>
    <w:rsid w:val="002C7048"/>
    <w:rsid w:val="002C738B"/>
    <w:rsid w:val="002C75E1"/>
    <w:rsid w:val="002D01B1"/>
    <w:rsid w:val="002D01FD"/>
    <w:rsid w:val="002D034B"/>
    <w:rsid w:val="002D1340"/>
    <w:rsid w:val="002D18E5"/>
    <w:rsid w:val="002D1B2A"/>
    <w:rsid w:val="002D23A0"/>
    <w:rsid w:val="002D2540"/>
    <w:rsid w:val="002D281E"/>
    <w:rsid w:val="002D2B68"/>
    <w:rsid w:val="002D2EFF"/>
    <w:rsid w:val="002D3064"/>
    <w:rsid w:val="002D33C7"/>
    <w:rsid w:val="002D33CC"/>
    <w:rsid w:val="002D37D8"/>
    <w:rsid w:val="002D3E6B"/>
    <w:rsid w:val="002D4DFD"/>
    <w:rsid w:val="002D4E7E"/>
    <w:rsid w:val="002D5BE7"/>
    <w:rsid w:val="002D5C23"/>
    <w:rsid w:val="002D5C79"/>
    <w:rsid w:val="002D5D17"/>
    <w:rsid w:val="002D5DAA"/>
    <w:rsid w:val="002D60EB"/>
    <w:rsid w:val="002D6853"/>
    <w:rsid w:val="002D69D1"/>
    <w:rsid w:val="002D6DA5"/>
    <w:rsid w:val="002D6DB5"/>
    <w:rsid w:val="002D729F"/>
    <w:rsid w:val="002D7548"/>
    <w:rsid w:val="002D79C0"/>
    <w:rsid w:val="002D7BD8"/>
    <w:rsid w:val="002E00D0"/>
    <w:rsid w:val="002E07EF"/>
    <w:rsid w:val="002E12F5"/>
    <w:rsid w:val="002E1380"/>
    <w:rsid w:val="002E1810"/>
    <w:rsid w:val="002E1A6F"/>
    <w:rsid w:val="002E2D0B"/>
    <w:rsid w:val="002E33A2"/>
    <w:rsid w:val="002E3568"/>
    <w:rsid w:val="002E3985"/>
    <w:rsid w:val="002E39E6"/>
    <w:rsid w:val="002E3BA0"/>
    <w:rsid w:val="002E5426"/>
    <w:rsid w:val="002E5C9B"/>
    <w:rsid w:val="002E7036"/>
    <w:rsid w:val="002E7D3D"/>
    <w:rsid w:val="002F05B6"/>
    <w:rsid w:val="002F0F0C"/>
    <w:rsid w:val="002F1E07"/>
    <w:rsid w:val="002F24C5"/>
    <w:rsid w:val="002F2962"/>
    <w:rsid w:val="002F2C9B"/>
    <w:rsid w:val="002F3BCE"/>
    <w:rsid w:val="002F524C"/>
    <w:rsid w:val="002F5B9D"/>
    <w:rsid w:val="002F5C45"/>
    <w:rsid w:val="002F5FD8"/>
    <w:rsid w:val="002F66A2"/>
    <w:rsid w:val="0030003A"/>
    <w:rsid w:val="00301073"/>
    <w:rsid w:val="00301BAB"/>
    <w:rsid w:val="00302726"/>
    <w:rsid w:val="003027D5"/>
    <w:rsid w:val="00302E67"/>
    <w:rsid w:val="00303959"/>
    <w:rsid w:val="00303BB2"/>
    <w:rsid w:val="00303C2B"/>
    <w:rsid w:val="00303E2D"/>
    <w:rsid w:val="0030419F"/>
    <w:rsid w:val="003059D4"/>
    <w:rsid w:val="00306091"/>
    <w:rsid w:val="003061C0"/>
    <w:rsid w:val="0030728B"/>
    <w:rsid w:val="00307508"/>
    <w:rsid w:val="00307F19"/>
    <w:rsid w:val="00307F96"/>
    <w:rsid w:val="00310A0A"/>
    <w:rsid w:val="00310E53"/>
    <w:rsid w:val="003112DC"/>
    <w:rsid w:val="00311324"/>
    <w:rsid w:val="003117C4"/>
    <w:rsid w:val="003123C7"/>
    <w:rsid w:val="0031252D"/>
    <w:rsid w:val="003125FD"/>
    <w:rsid w:val="00312E98"/>
    <w:rsid w:val="0031329A"/>
    <w:rsid w:val="003139A5"/>
    <w:rsid w:val="00313DB7"/>
    <w:rsid w:val="00313F00"/>
    <w:rsid w:val="00314AF3"/>
    <w:rsid w:val="00314D40"/>
    <w:rsid w:val="00315881"/>
    <w:rsid w:val="00316036"/>
    <w:rsid w:val="00317871"/>
    <w:rsid w:val="00317F43"/>
    <w:rsid w:val="00320964"/>
    <w:rsid w:val="00321068"/>
    <w:rsid w:val="0032152D"/>
    <w:rsid w:val="0032276E"/>
    <w:rsid w:val="003229B6"/>
    <w:rsid w:val="00322CCB"/>
    <w:rsid w:val="0032352F"/>
    <w:rsid w:val="00323956"/>
    <w:rsid w:val="00324B1B"/>
    <w:rsid w:val="00325013"/>
    <w:rsid w:val="00325091"/>
    <w:rsid w:val="0032532C"/>
    <w:rsid w:val="00325D0C"/>
    <w:rsid w:val="00326963"/>
    <w:rsid w:val="00326C43"/>
    <w:rsid w:val="003271C9"/>
    <w:rsid w:val="00327539"/>
    <w:rsid w:val="00327E06"/>
    <w:rsid w:val="00330721"/>
    <w:rsid w:val="00330A90"/>
    <w:rsid w:val="00330F52"/>
    <w:rsid w:val="00331144"/>
    <w:rsid w:val="003313B9"/>
    <w:rsid w:val="00331DC6"/>
    <w:rsid w:val="003320FB"/>
    <w:rsid w:val="00332E4A"/>
    <w:rsid w:val="003337AF"/>
    <w:rsid w:val="003338CA"/>
    <w:rsid w:val="00333CF7"/>
    <w:rsid w:val="00333D14"/>
    <w:rsid w:val="00333DF3"/>
    <w:rsid w:val="00333F6A"/>
    <w:rsid w:val="0033470C"/>
    <w:rsid w:val="00334898"/>
    <w:rsid w:val="00335657"/>
    <w:rsid w:val="00335711"/>
    <w:rsid w:val="003358A3"/>
    <w:rsid w:val="003359B5"/>
    <w:rsid w:val="00335ADF"/>
    <w:rsid w:val="0033653C"/>
    <w:rsid w:val="00336BFF"/>
    <w:rsid w:val="00336C86"/>
    <w:rsid w:val="00336E81"/>
    <w:rsid w:val="00337E00"/>
    <w:rsid w:val="00337FD5"/>
    <w:rsid w:val="0034121D"/>
    <w:rsid w:val="003415C8"/>
    <w:rsid w:val="00341B3E"/>
    <w:rsid w:val="003428D2"/>
    <w:rsid w:val="00343F7A"/>
    <w:rsid w:val="0034494A"/>
    <w:rsid w:val="00344CA0"/>
    <w:rsid w:val="00344E5F"/>
    <w:rsid w:val="00344F71"/>
    <w:rsid w:val="003456F1"/>
    <w:rsid w:val="003457D6"/>
    <w:rsid w:val="00345940"/>
    <w:rsid w:val="00345B31"/>
    <w:rsid w:val="00346455"/>
    <w:rsid w:val="00347027"/>
    <w:rsid w:val="003470F6"/>
    <w:rsid w:val="003471CD"/>
    <w:rsid w:val="00347B2A"/>
    <w:rsid w:val="00350B85"/>
    <w:rsid w:val="003514B8"/>
    <w:rsid w:val="003514F1"/>
    <w:rsid w:val="00351C92"/>
    <w:rsid w:val="00352169"/>
    <w:rsid w:val="003528DD"/>
    <w:rsid w:val="00352A31"/>
    <w:rsid w:val="00352AD4"/>
    <w:rsid w:val="00352E72"/>
    <w:rsid w:val="003536A1"/>
    <w:rsid w:val="00353E90"/>
    <w:rsid w:val="00354CC2"/>
    <w:rsid w:val="00354E14"/>
    <w:rsid w:val="003553D2"/>
    <w:rsid w:val="0035649A"/>
    <w:rsid w:val="00357146"/>
    <w:rsid w:val="00357240"/>
    <w:rsid w:val="00360ADD"/>
    <w:rsid w:val="003612C5"/>
    <w:rsid w:val="00361754"/>
    <w:rsid w:val="00362080"/>
    <w:rsid w:val="003634E4"/>
    <w:rsid w:val="00363791"/>
    <w:rsid w:val="003651AE"/>
    <w:rsid w:val="00365D93"/>
    <w:rsid w:val="003662D3"/>
    <w:rsid w:val="003666F4"/>
    <w:rsid w:val="00370080"/>
    <w:rsid w:val="00370368"/>
    <w:rsid w:val="00370384"/>
    <w:rsid w:val="00370556"/>
    <w:rsid w:val="00370ACD"/>
    <w:rsid w:val="00371EC3"/>
    <w:rsid w:val="00372713"/>
    <w:rsid w:val="0037329B"/>
    <w:rsid w:val="00373583"/>
    <w:rsid w:val="00373840"/>
    <w:rsid w:val="003740BC"/>
    <w:rsid w:val="00374CFE"/>
    <w:rsid w:val="003752B8"/>
    <w:rsid w:val="00375328"/>
    <w:rsid w:val="003760A3"/>
    <w:rsid w:val="0037619C"/>
    <w:rsid w:val="003765E2"/>
    <w:rsid w:val="00376BA3"/>
    <w:rsid w:val="0037707B"/>
    <w:rsid w:val="0037757C"/>
    <w:rsid w:val="0038075C"/>
    <w:rsid w:val="00380866"/>
    <w:rsid w:val="00380994"/>
    <w:rsid w:val="0038195C"/>
    <w:rsid w:val="00381A33"/>
    <w:rsid w:val="00381F5D"/>
    <w:rsid w:val="00382178"/>
    <w:rsid w:val="00382424"/>
    <w:rsid w:val="00382625"/>
    <w:rsid w:val="0038272D"/>
    <w:rsid w:val="003827A4"/>
    <w:rsid w:val="003828AC"/>
    <w:rsid w:val="00382E1E"/>
    <w:rsid w:val="00382E8E"/>
    <w:rsid w:val="00382F57"/>
    <w:rsid w:val="0038332A"/>
    <w:rsid w:val="003849DC"/>
    <w:rsid w:val="00384DD7"/>
    <w:rsid w:val="00384EAF"/>
    <w:rsid w:val="00385063"/>
    <w:rsid w:val="0038725E"/>
    <w:rsid w:val="0038773B"/>
    <w:rsid w:val="00387EA5"/>
    <w:rsid w:val="00390382"/>
    <w:rsid w:val="00390454"/>
    <w:rsid w:val="0039052E"/>
    <w:rsid w:val="0039057D"/>
    <w:rsid w:val="003908FE"/>
    <w:rsid w:val="00392109"/>
    <w:rsid w:val="003927AC"/>
    <w:rsid w:val="00392BFF"/>
    <w:rsid w:val="00393149"/>
    <w:rsid w:val="00393C8A"/>
    <w:rsid w:val="00393EFD"/>
    <w:rsid w:val="003948FC"/>
    <w:rsid w:val="00394C9F"/>
    <w:rsid w:val="00394FBF"/>
    <w:rsid w:val="003950E5"/>
    <w:rsid w:val="00395481"/>
    <w:rsid w:val="00397026"/>
    <w:rsid w:val="00397F9E"/>
    <w:rsid w:val="003A03BF"/>
    <w:rsid w:val="003A07E4"/>
    <w:rsid w:val="003A0B2A"/>
    <w:rsid w:val="003A0E6C"/>
    <w:rsid w:val="003A217E"/>
    <w:rsid w:val="003A2509"/>
    <w:rsid w:val="003A2BAE"/>
    <w:rsid w:val="003A2F8E"/>
    <w:rsid w:val="003A341B"/>
    <w:rsid w:val="003A392E"/>
    <w:rsid w:val="003A4290"/>
    <w:rsid w:val="003A43DD"/>
    <w:rsid w:val="003A509D"/>
    <w:rsid w:val="003A5B7E"/>
    <w:rsid w:val="003A5D15"/>
    <w:rsid w:val="003A6362"/>
    <w:rsid w:val="003A63AD"/>
    <w:rsid w:val="003A691C"/>
    <w:rsid w:val="003A766D"/>
    <w:rsid w:val="003B06B0"/>
    <w:rsid w:val="003B0E94"/>
    <w:rsid w:val="003B13D5"/>
    <w:rsid w:val="003B1754"/>
    <w:rsid w:val="003B18A2"/>
    <w:rsid w:val="003B1B44"/>
    <w:rsid w:val="003B32D3"/>
    <w:rsid w:val="003B3406"/>
    <w:rsid w:val="003B351C"/>
    <w:rsid w:val="003B386C"/>
    <w:rsid w:val="003B38D7"/>
    <w:rsid w:val="003B3A5B"/>
    <w:rsid w:val="003B3CC1"/>
    <w:rsid w:val="003B5EF6"/>
    <w:rsid w:val="003B69C2"/>
    <w:rsid w:val="003B6F2D"/>
    <w:rsid w:val="003B7874"/>
    <w:rsid w:val="003B7908"/>
    <w:rsid w:val="003C1720"/>
    <w:rsid w:val="003C17CA"/>
    <w:rsid w:val="003C1ABF"/>
    <w:rsid w:val="003C1FAB"/>
    <w:rsid w:val="003C2236"/>
    <w:rsid w:val="003C2488"/>
    <w:rsid w:val="003C3863"/>
    <w:rsid w:val="003C3BD7"/>
    <w:rsid w:val="003C4674"/>
    <w:rsid w:val="003C666E"/>
    <w:rsid w:val="003C6C87"/>
    <w:rsid w:val="003D00CE"/>
    <w:rsid w:val="003D15D5"/>
    <w:rsid w:val="003D2031"/>
    <w:rsid w:val="003D2689"/>
    <w:rsid w:val="003D285C"/>
    <w:rsid w:val="003D2B16"/>
    <w:rsid w:val="003D42AF"/>
    <w:rsid w:val="003D4692"/>
    <w:rsid w:val="003D4B6B"/>
    <w:rsid w:val="003D558E"/>
    <w:rsid w:val="003D5644"/>
    <w:rsid w:val="003D64DE"/>
    <w:rsid w:val="003D663F"/>
    <w:rsid w:val="003D737A"/>
    <w:rsid w:val="003D78B1"/>
    <w:rsid w:val="003E0429"/>
    <w:rsid w:val="003E0608"/>
    <w:rsid w:val="003E1922"/>
    <w:rsid w:val="003E1F9C"/>
    <w:rsid w:val="003E236E"/>
    <w:rsid w:val="003E2DA1"/>
    <w:rsid w:val="003E2EC1"/>
    <w:rsid w:val="003E3F5F"/>
    <w:rsid w:val="003E4465"/>
    <w:rsid w:val="003E4D63"/>
    <w:rsid w:val="003E542C"/>
    <w:rsid w:val="003E73C2"/>
    <w:rsid w:val="003E7BF6"/>
    <w:rsid w:val="003F0435"/>
    <w:rsid w:val="003F0DA7"/>
    <w:rsid w:val="003F1633"/>
    <w:rsid w:val="003F175A"/>
    <w:rsid w:val="003F1DEB"/>
    <w:rsid w:val="003F3079"/>
    <w:rsid w:val="003F394C"/>
    <w:rsid w:val="003F398D"/>
    <w:rsid w:val="003F5215"/>
    <w:rsid w:val="003F57B7"/>
    <w:rsid w:val="003F6D6C"/>
    <w:rsid w:val="003F7F77"/>
    <w:rsid w:val="004002ED"/>
    <w:rsid w:val="00400B61"/>
    <w:rsid w:val="00401E0F"/>
    <w:rsid w:val="00402798"/>
    <w:rsid w:val="004027AC"/>
    <w:rsid w:val="0040299D"/>
    <w:rsid w:val="00402CCF"/>
    <w:rsid w:val="00402F83"/>
    <w:rsid w:val="00404207"/>
    <w:rsid w:val="00404539"/>
    <w:rsid w:val="0040494D"/>
    <w:rsid w:val="00404DC4"/>
    <w:rsid w:val="00404E10"/>
    <w:rsid w:val="004050A1"/>
    <w:rsid w:val="004050C5"/>
    <w:rsid w:val="004061C9"/>
    <w:rsid w:val="004064E7"/>
    <w:rsid w:val="004070A2"/>
    <w:rsid w:val="004074CB"/>
    <w:rsid w:val="00407C4D"/>
    <w:rsid w:val="00407E04"/>
    <w:rsid w:val="004103E5"/>
    <w:rsid w:val="00410906"/>
    <w:rsid w:val="00410C02"/>
    <w:rsid w:val="00411685"/>
    <w:rsid w:val="00411BFC"/>
    <w:rsid w:val="0041244B"/>
    <w:rsid w:val="004124E0"/>
    <w:rsid w:val="00413523"/>
    <w:rsid w:val="004136DD"/>
    <w:rsid w:val="00413812"/>
    <w:rsid w:val="00413ADD"/>
    <w:rsid w:val="00414372"/>
    <w:rsid w:val="0041482D"/>
    <w:rsid w:val="00415478"/>
    <w:rsid w:val="0041581E"/>
    <w:rsid w:val="00415DDC"/>
    <w:rsid w:val="00416745"/>
    <w:rsid w:val="0041679B"/>
    <w:rsid w:val="00416CC0"/>
    <w:rsid w:val="00416D93"/>
    <w:rsid w:val="0041765E"/>
    <w:rsid w:val="004179C8"/>
    <w:rsid w:val="00417D84"/>
    <w:rsid w:val="00417DBF"/>
    <w:rsid w:val="0042114D"/>
    <w:rsid w:val="00421FDF"/>
    <w:rsid w:val="00422286"/>
    <w:rsid w:val="00423CFD"/>
    <w:rsid w:val="004249BF"/>
    <w:rsid w:val="00424DCC"/>
    <w:rsid w:val="00424E88"/>
    <w:rsid w:val="00425034"/>
    <w:rsid w:val="00425E3B"/>
    <w:rsid w:val="004260DA"/>
    <w:rsid w:val="004261E3"/>
    <w:rsid w:val="00426240"/>
    <w:rsid w:val="00426A9C"/>
    <w:rsid w:val="00427136"/>
    <w:rsid w:val="004278BA"/>
    <w:rsid w:val="00427B2C"/>
    <w:rsid w:val="00427D3A"/>
    <w:rsid w:val="00427EEF"/>
    <w:rsid w:val="0043034A"/>
    <w:rsid w:val="004309FF"/>
    <w:rsid w:val="00430A2E"/>
    <w:rsid w:val="00430C17"/>
    <w:rsid w:val="00430E87"/>
    <w:rsid w:val="00431298"/>
    <w:rsid w:val="00431560"/>
    <w:rsid w:val="00431CEE"/>
    <w:rsid w:val="00433675"/>
    <w:rsid w:val="00433D4B"/>
    <w:rsid w:val="00433E4C"/>
    <w:rsid w:val="00433F5D"/>
    <w:rsid w:val="00433F8C"/>
    <w:rsid w:val="004344F0"/>
    <w:rsid w:val="004345E9"/>
    <w:rsid w:val="00434641"/>
    <w:rsid w:val="004346BF"/>
    <w:rsid w:val="004348C1"/>
    <w:rsid w:val="00435993"/>
    <w:rsid w:val="00435995"/>
    <w:rsid w:val="00435A1B"/>
    <w:rsid w:val="00436E2C"/>
    <w:rsid w:val="004371F0"/>
    <w:rsid w:val="00437F7C"/>
    <w:rsid w:val="0044009B"/>
    <w:rsid w:val="00440438"/>
    <w:rsid w:val="0044057B"/>
    <w:rsid w:val="00441027"/>
    <w:rsid w:val="0044135A"/>
    <w:rsid w:val="00441365"/>
    <w:rsid w:val="0044154F"/>
    <w:rsid w:val="00441BB1"/>
    <w:rsid w:val="004423EF"/>
    <w:rsid w:val="004425F2"/>
    <w:rsid w:val="004425F6"/>
    <w:rsid w:val="004429D0"/>
    <w:rsid w:val="00442C82"/>
    <w:rsid w:val="00443A52"/>
    <w:rsid w:val="00444301"/>
    <w:rsid w:val="00444883"/>
    <w:rsid w:val="004448AD"/>
    <w:rsid w:val="00445819"/>
    <w:rsid w:val="00445CD5"/>
    <w:rsid w:val="004462B7"/>
    <w:rsid w:val="0044630E"/>
    <w:rsid w:val="0044663A"/>
    <w:rsid w:val="00446AF4"/>
    <w:rsid w:val="00447D60"/>
    <w:rsid w:val="00447F3E"/>
    <w:rsid w:val="0045026A"/>
    <w:rsid w:val="0045052F"/>
    <w:rsid w:val="00450A6F"/>
    <w:rsid w:val="00451371"/>
    <w:rsid w:val="004524D3"/>
    <w:rsid w:val="00452DF2"/>
    <w:rsid w:val="00453156"/>
    <w:rsid w:val="004531CD"/>
    <w:rsid w:val="00454662"/>
    <w:rsid w:val="0045466E"/>
    <w:rsid w:val="00454956"/>
    <w:rsid w:val="00454B36"/>
    <w:rsid w:val="00455500"/>
    <w:rsid w:val="004562A0"/>
    <w:rsid w:val="004565D5"/>
    <w:rsid w:val="00457315"/>
    <w:rsid w:val="00457B1B"/>
    <w:rsid w:val="00457DFB"/>
    <w:rsid w:val="00460013"/>
    <w:rsid w:val="004604FF"/>
    <w:rsid w:val="00460647"/>
    <w:rsid w:val="00460F63"/>
    <w:rsid w:val="00461232"/>
    <w:rsid w:val="0046160C"/>
    <w:rsid w:val="00461836"/>
    <w:rsid w:val="0046191B"/>
    <w:rsid w:val="0046285C"/>
    <w:rsid w:val="00462993"/>
    <w:rsid w:val="00462D18"/>
    <w:rsid w:val="00463086"/>
    <w:rsid w:val="00463478"/>
    <w:rsid w:val="004636B6"/>
    <w:rsid w:val="00464025"/>
    <w:rsid w:val="004645D5"/>
    <w:rsid w:val="00464A6E"/>
    <w:rsid w:val="00464DF1"/>
    <w:rsid w:val="00464E84"/>
    <w:rsid w:val="00465118"/>
    <w:rsid w:val="00465DAF"/>
    <w:rsid w:val="004660BF"/>
    <w:rsid w:val="0046655B"/>
    <w:rsid w:val="00466841"/>
    <w:rsid w:val="00466962"/>
    <w:rsid w:val="00466F5C"/>
    <w:rsid w:val="00467521"/>
    <w:rsid w:val="00467FB3"/>
    <w:rsid w:val="004714F4"/>
    <w:rsid w:val="00471710"/>
    <w:rsid w:val="0047199A"/>
    <w:rsid w:val="00471C61"/>
    <w:rsid w:val="00472010"/>
    <w:rsid w:val="00472425"/>
    <w:rsid w:val="00472611"/>
    <w:rsid w:val="00472B1E"/>
    <w:rsid w:val="00473264"/>
    <w:rsid w:val="0047363C"/>
    <w:rsid w:val="004742BF"/>
    <w:rsid w:val="004743EF"/>
    <w:rsid w:val="004744C7"/>
    <w:rsid w:val="004746B6"/>
    <w:rsid w:val="004750BF"/>
    <w:rsid w:val="00475805"/>
    <w:rsid w:val="004759A6"/>
    <w:rsid w:val="00475BDD"/>
    <w:rsid w:val="00476DDD"/>
    <w:rsid w:val="0047774A"/>
    <w:rsid w:val="00477B9B"/>
    <w:rsid w:val="00477D7E"/>
    <w:rsid w:val="00477DFF"/>
    <w:rsid w:val="004801C6"/>
    <w:rsid w:val="0048049D"/>
    <w:rsid w:val="00480CC6"/>
    <w:rsid w:val="00480CE7"/>
    <w:rsid w:val="004812F3"/>
    <w:rsid w:val="00481306"/>
    <w:rsid w:val="00481596"/>
    <w:rsid w:val="00481A57"/>
    <w:rsid w:val="00482513"/>
    <w:rsid w:val="0048251D"/>
    <w:rsid w:val="004828E1"/>
    <w:rsid w:val="00484208"/>
    <w:rsid w:val="0048431D"/>
    <w:rsid w:val="0048436A"/>
    <w:rsid w:val="004844D0"/>
    <w:rsid w:val="00484807"/>
    <w:rsid w:val="00484833"/>
    <w:rsid w:val="00484A23"/>
    <w:rsid w:val="0048530C"/>
    <w:rsid w:val="00485A0D"/>
    <w:rsid w:val="00485CD1"/>
    <w:rsid w:val="00485E26"/>
    <w:rsid w:val="00485EA8"/>
    <w:rsid w:val="00486090"/>
    <w:rsid w:val="004867CB"/>
    <w:rsid w:val="00486974"/>
    <w:rsid w:val="00487041"/>
    <w:rsid w:val="00487100"/>
    <w:rsid w:val="0048741D"/>
    <w:rsid w:val="00490A5E"/>
    <w:rsid w:val="00490F7E"/>
    <w:rsid w:val="0049159B"/>
    <w:rsid w:val="0049197A"/>
    <w:rsid w:val="004929DD"/>
    <w:rsid w:val="00492AED"/>
    <w:rsid w:val="00493619"/>
    <w:rsid w:val="00493AC9"/>
    <w:rsid w:val="00494D4A"/>
    <w:rsid w:val="00495172"/>
    <w:rsid w:val="004953C1"/>
    <w:rsid w:val="004953CE"/>
    <w:rsid w:val="0049558E"/>
    <w:rsid w:val="00495C6F"/>
    <w:rsid w:val="00496566"/>
    <w:rsid w:val="00497C08"/>
    <w:rsid w:val="00497D47"/>
    <w:rsid w:val="004A190D"/>
    <w:rsid w:val="004A1F01"/>
    <w:rsid w:val="004A20FE"/>
    <w:rsid w:val="004A25D9"/>
    <w:rsid w:val="004A2755"/>
    <w:rsid w:val="004A2AC4"/>
    <w:rsid w:val="004A3373"/>
    <w:rsid w:val="004A3629"/>
    <w:rsid w:val="004A3C01"/>
    <w:rsid w:val="004A432D"/>
    <w:rsid w:val="004A4450"/>
    <w:rsid w:val="004A4A6E"/>
    <w:rsid w:val="004A4AB3"/>
    <w:rsid w:val="004A4D69"/>
    <w:rsid w:val="004A5817"/>
    <w:rsid w:val="004A60C4"/>
    <w:rsid w:val="004A6309"/>
    <w:rsid w:val="004A660F"/>
    <w:rsid w:val="004A6FD2"/>
    <w:rsid w:val="004A72DF"/>
    <w:rsid w:val="004B021A"/>
    <w:rsid w:val="004B0CFA"/>
    <w:rsid w:val="004B1330"/>
    <w:rsid w:val="004B15DE"/>
    <w:rsid w:val="004B2858"/>
    <w:rsid w:val="004B31F9"/>
    <w:rsid w:val="004B3839"/>
    <w:rsid w:val="004B3BD4"/>
    <w:rsid w:val="004B3F8F"/>
    <w:rsid w:val="004B45A5"/>
    <w:rsid w:val="004B4848"/>
    <w:rsid w:val="004B591C"/>
    <w:rsid w:val="004B5C38"/>
    <w:rsid w:val="004B5CB0"/>
    <w:rsid w:val="004B65FD"/>
    <w:rsid w:val="004B6635"/>
    <w:rsid w:val="004B68A0"/>
    <w:rsid w:val="004B72CD"/>
    <w:rsid w:val="004B78D0"/>
    <w:rsid w:val="004B7E45"/>
    <w:rsid w:val="004C0745"/>
    <w:rsid w:val="004C0DC3"/>
    <w:rsid w:val="004C162E"/>
    <w:rsid w:val="004C48D8"/>
    <w:rsid w:val="004C51A2"/>
    <w:rsid w:val="004C5332"/>
    <w:rsid w:val="004C5CC2"/>
    <w:rsid w:val="004C5F74"/>
    <w:rsid w:val="004C638B"/>
    <w:rsid w:val="004C6BAA"/>
    <w:rsid w:val="004C6D65"/>
    <w:rsid w:val="004C7160"/>
    <w:rsid w:val="004C735C"/>
    <w:rsid w:val="004D0B5E"/>
    <w:rsid w:val="004D0E79"/>
    <w:rsid w:val="004D1166"/>
    <w:rsid w:val="004D1A7F"/>
    <w:rsid w:val="004D1C51"/>
    <w:rsid w:val="004D201A"/>
    <w:rsid w:val="004D210B"/>
    <w:rsid w:val="004D21F2"/>
    <w:rsid w:val="004D35E6"/>
    <w:rsid w:val="004D3F6F"/>
    <w:rsid w:val="004D4263"/>
    <w:rsid w:val="004D46B9"/>
    <w:rsid w:val="004D4984"/>
    <w:rsid w:val="004D5BBF"/>
    <w:rsid w:val="004D646B"/>
    <w:rsid w:val="004D6CC6"/>
    <w:rsid w:val="004D7D51"/>
    <w:rsid w:val="004E0099"/>
    <w:rsid w:val="004E00CB"/>
    <w:rsid w:val="004E04AE"/>
    <w:rsid w:val="004E05E4"/>
    <w:rsid w:val="004E0854"/>
    <w:rsid w:val="004E11AC"/>
    <w:rsid w:val="004E12E3"/>
    <w:rsid w:val="004E13FB"/>
    <w:rsid w:val="004E1DB9"/>
    <w:rsid w:val="004E1FCB"/>
    <w:rsid w:val="004E2D4F"/>
    <w:rsid w:val="004E3248"/>
    <w:rsid w:val="004E3C2B"/>
    <w:rsid w:val="004E4747"/>
    <w:rsid w:val="004E4820"/>
    <w:rsid w:val="004E5166"/>
    <w:rsid w:val="004E51F1"/>
    <w:rsid w:val="004E6106"/>
    <w:rsid w:val="004E642F"/>
    <w:rsid w:val="004E67D3"/>
    <w:rsid w:val="004F03F6"/>
    <w:rsid w:val="004F0985"/>
    <w:rsid w:val="004F0CE4"/>
    <w:rsid w:val="004F0D5A"/>
    <w:rsid w:val="004F205F"/>
    <w:rsid w:val="004F215F"/>
    <w:rsid w:val="004F2DDE"/>
    <w:rsid w:val="004F2ED1"/>
    <w:rsid w:val="004F5287"/>
    <w:rsid w:val="004F5ED4"/>
    <w:rsid w:val="004F64A5"/>
    <w:rsid w:val="004F6F75"/>
    <w:rsid w:val="004F74EA"/>
    <w:rsid w:val="004F7735"/>
    <w:rsid w:val="005000EF"/>
    <w:rsid w:val="00500DF9"/>
    <w:rsid w:val="00501936"/>
    <w:rsid w:val="005020AF"/>
    <w:rsid w:val="005025F0"/>
    <w:rsid w:val="00502963"/>
    <w:rsid w:val="00502FA3"/>
    <w:rsid w:val="00502FF3"/>
    <w:rsid w:val="005030D8"/>
    <w:rsid w:val="005033AE"/>
    <w:rsid w:val="0050413C"/>
    <w:rsid w:val="00504322"/>
    <w:rsid w:val="00504528"/>
    <w:rsid w:val="0050540A"/>
    <w:rsid w:val="00505871"/>
    <w:rsid w:val="00505CFC"/>
    <w:rsid w:val="00506493"/>
    <w:rsid w:val="00507438"/>
    <w:rsid w:val="00507EEE"/>
    <w:rsid w:val="00507FE8"/>
    <w:rsid w:val="0051063D"/>
    <w:rsid w:val="00510C65"/>
    <w:rsid w:val="00510F39"/>
    <w:rsid w:val="00511F93"/>
    <w:rsid w:val="0051262B"/>
    <w:rsid w:val="00512CFE"/>
    <w:rsid w:val="005130BC"/>
    <w:rsid w:val="005142F6"/>
    <w:rsid w:val="00515325"/>
    <w:rsid w:val="0051552D"/>
    <w:rsid w:val="00515B48"/>
    <w:rsid w:val="0051675D"/>
    <w:rsid w:val="00516882"/>
    <w:rsid w:val="00516DB2"/>
    <w:rsid w:val="0052051C"/>
    <w:rsid w:val="005207E3"/>
    <w:rsid w:val="0052089B"/>
    <w:rsid w:val="00520A01"/>
    <w:rsid w:val="00520AE3"/>
    <w:rsid w:val="00520DF8"/>
    <w:rsid w:val="0052114A"/>
    <w:rsid w:val="00522CA7"/>
    <w:rsid w:val="005233C6"/>
    <w:rsid w:val="005241CE"/>
    <w:rsid w:val="00524440"/>
    <w:rsid w:val="0052562D"/>
    <w:rsid w:val="00525797"/>
    <w:rsid w:val="00525D1F"/>
    <w:rsid w:val="0052602C"/>
    <w:rsid w:val="005273B3"/>
    <w:rsid w:val="00527538"/>
    <w:rsid w:val="00527AFE"/>
    <w:rsid w:val="00527F13"/>
    <w:rsid w:val="00530020"/>
    <w:rsid w:val="00530095"/>
    <w:rsid w:val="00530F0E"/>
    <w:rsid w:val="005312FA"/>
    <w:rsid w:val="00531485"/>
    <w:rsid w:val="00531581"/>
    <w:rsid w:val="005315D0"/>
    <w:rsid w:val="005317C3"/>
    <w:rsid w:val="005317E3"/>
    <w:rsid w:val="00531802"/>
    <w:rsid w:val="00532742"/>
    <w:rsid w:val="00532D21"/>
    <w:rsid w:val="00532EDE"/>
    <w:rsid w:val="005342C5"/>
    <w:rsid w:val="00534FE7"/>
    <w:rsid w:val="00535364"/>
    <w:rsid w:val="00535512"/>
    <w:rsid w:val="00535B17"/>
    <w:rsid w:val="00535DE3"/>
    <w:rsid w:val="005360AC"/>
    <w:rsid w:val="005367E5"/>
    <w:rsid w:val="00536A86"/>
    <w:rsid w:val="005372C7"/>
    <w:rsid w:val="005378E1"/>
    <w:rsid w:val="005404DE"/>
    <w:rsid w:val="005406AA"/>
    <w:rsid w:val="005433C3"/>
    <w:rsid w:val="005433E8"/>
    <w:rsid w:val="00543A9A"/>
    <w:rsid w:val="005450F1"/>
    <w:rsid w:val="005450F4"/>
    <w:rsid w:val="005458B2"/>
    <w:rsid w:val="00545CB1"/>
    <w:rsid w:val="00545CDB"/>
    <w:rsid w:val="005468C5"/>
    <w:rsid w:val="00546D2A"/>
    <w:rsid w:val="005470C2"/>
    <w:rsid w:val="00547EA4"/>
    <w:rsid w:val="00550B3F"/>
    <w:rsid w:val="0055111A"/>
    <w:rsid w:val="005514D3"/>
    <w:rsid w:val="00551832"/>
    <w:rsid w:val="00551CA4"/>
    <w:rsid w:val="005527BF"/>
    <w:rsid w:val="00552850"/>
    <w:rsid w:val="00552DD8"/>
    <w:rsid w:val="005530AB"/>
    <w:rsid w:val="00553548"/>
    <w:rsid w:val="005543B4"/>
    <w:rsid w:val="00554DCC"/>
    <w:rsid w:val="00554FBA"/>
    <w:rsid w:val="00555861"/>
    <w:rsid w:val="005561A4"/>
    <w:rsid w:val="00556687"/>
    <w:rsid w:val="00556ECF"/>
    <w:rsid w:val="005574AA"/>
    <w:rsid w:val="0055789B"/>
    <w:rsid w:val="00557DA7"/>
    <w:rsid w:val="00557DD8"/>
    <w:rsid w:val="0056017E"/>
    <w:rsid w:val="005605C2"/>
    <w:rsid w:val="005606EA"/>
    <w:rsid w:val="005609FE"/>
    <w:rsid w:val="005610B7"/>
    <w:rsid w:val="005612FD"/>
    <w:rsid w:val="00561793"/>
    <w:rsid w:val="00561B60"/>
    <w:rsid w:val="00561F22"/>
    <w:rsid w:val="0056309A"/>
    <w:rsid w:val="00563C9B"/>
    <w:rsid w:val="00564381"/>
    <w:rsid w:val="00564576"/>
    <w:rsid w:val="00564D6D"/>
    <w:rsid w:val="00564F62"/>
    <w:rsid w:val="00565100"/>
    <w:rsid w:val="00565850"/>
    <w:rsid w:val="00565B82"/>
    <w:rsid w:val="0056614F"/>
    <w:rsid w:val="005662BC"/>
    <w:rsid w:val="0056670B"/>
    <w:rsid w:val="00566835"/>
    <w:rsid w:val="00566B5A"/>
    <w:rsid w:val="00567E23"/>
    <w:rsid w:val="00567F23"/>
    <w:rsid w:val="00571EF9"/>
    <w:rsid w:val="0057229F"/>
    <w:rsid w:val="00573AE5"/>
    <w:rsid w:val="00573BB2"/>
    <w:rsid w:val="005740E0"/>
    <w:rsid w:val="00574588"/>
    <w:rsid w:val="005752A5"/>
    <w:rsid w:val="00575465"/>
    <w:rsid w:val="005758E5"/>
    <w:rsid w:val="00576219"/>
    <w:rsid w:val="00576B14"/>
    <w:rsid w:val="005776A6"/>
    <w:rsid w:val="00577A0A"/>
    <w:rsid w:val="00577B8F"/>
    <w:rsid w:val="00580390"/>
    <w:rsid w:val="00580EB5"/>
    <w:rsid w:val="00581039"/>
    <w:rsid w:val="005813ED"/>
    <w:rsid w:val="00581BBA"/>
    <w:rsid w:val="0058206D"/>
    <w:rsid w:val="00582463"/>
    <w:rsid w:val="005825CD"/>
    <w:rsid w:val="00582665"/>
    <w:rsid w:val="00582EBA"/>
    <w:rsid w:val="00583838"/>
    <w:rsid w:val="005838B1"/>
    <w:rsid w:val="00583A2D"/>
    <w:rsid w:val="0058406F"/>
    <w:rsid w:val="0058475F"/>
    <w:rsid w:val="005852AD"/>
    <w:rsid w:val="00585F53"/>
    <w:rsid w:val="00586592"/>
    <w:rsid w:val="005866BB"/>
    <w:rsid w:val="00586876"/>
    <w:rsid w:val="0058691E"/>
    <w:rsid w:val="00587F69"/>
    <w:rsid w:val="00587FA6"/>
    <w:rsid w:val="00590CC0"/>
    <w:rsid w:val="005914C5"/>
    <w:rsid w:val="00591663"/>
    <w:rsid w:val="00591910"/>
    <w:rsid w:val="005929AE"/>
    <w:rsid w:val="00592DCE"/>
    <w:rsid w:val="005938E6"/>
    <w:rsid w:val="00593F60"/>
    <w:rsid w:val="0059401D"/>
    <w:rsid w:val="0059463E"/>
    <w:rsid w:val="0059470F"/>
    <w:rsid w:val="005947C6"/>
    <w:rsid w:val="00594BA7"/>
    <w:rsid w:val="005969F1"/>
    <w:rsid w:val="00596B66"/>
    <w:rsid w:val="00596FB5"/>
    <w:rsid w:val="00597BFE"/>
    <w:rsid w:val="005A0A4B"/>
    <w:rsid w:val="005A1076"/>
    <w:rsid w:val="005A1971"/>
    <w:rsid w:val="005A1A2D"/>
    <w:rsid w:val="005A1AF9"/>
    <w:rsid w:val="005A2608"/>
    <w:rsid w:val="005A2698"/>
    <w:rsid w:val="005A3BF8"/>
    <w:rsid w:val="005A3C39"/>
    <w:rsid w:val="005A3E41"/>
    <w:rsid w:val="005A4573"/>
    <w:rsid w:val="005A54AE"/>
    <w:rsid w:val="005A5966"/>
    <w:rsid w:val="005A650D"/>
    <w:rsid w:val="005B04B2"/>
    <w:rsid w:val="005B051E"/>
    <w:rsid w:val="005B093C"/>
    <w:rsid w:val="005B1483"/>
    <w:rsid w:val="005B18A8"/>
    <w:rsid w:val="005B18B9"/>
    <w:rsid w:val="005B18E5"/>
    <w:rsid w:val="005B18FC"/>
    <w:rsid w:val="005B20D0"/>
    <w:rsid w:val="005B3455"/>
    <w:rsid w:val="005B40EB"/>
    <w:rsid w:val="005B5553"/>
    <w:rsid w:val="005B56A7"/>
    <w:rsid w:val="005B56BB"/>
    <w:rsid w:val="005B62C2"/>
    <w:rsid w:val="005B670C"/>
    <w:rsid w:val="005B7F76"/>
    <w:rsid w:val="005C0C91"/>
    <w:rsid w:val="005C108E"/>
    <w:rsid w:val="005C2813"/>
    <w:rsid w:val="005C2FDB"/>
    <w:rsid w:val="005C353F"/>
    <w:rsid w:val="005C354B"/>
    <w:rsid w:val="005C39BC"/>
    <w:rsid w:val="005C4082"/>
    <w:rsid w:val="005C4599"/>
    <w:rsid w:val="005C47F5"/>
    <w:rsid w:val="005C48E2"/>
    <w:rsid w:val="005C5888"/>
    <w:rsid w:val="005C5A99"/>
    <w:rsid w:val="005C5C17"/>
    <w:rsid w:val="005C5C47"/>
    <w:rsid w:val="005C6BDB"/>
    <w:rsid w:val="005C70C5"/>
    <w:rsid w:val="005C70E7"/>
    <w:rsid w:val="005C716B"/>
    <w:rsid w:val="005C7696"/>
    <w:rsid w:val="005C7965"/>
    <w:rsid w:val="005D00E2"/>
    <w:rsid w:val="005D0673"/>
    <w:rsid w:val="005D0AFE"/>
    <w:rsid w:val="005D0B3E"/>
    <w:rsid w:val="005D1B63"/>
    <w:rsid w:val="005D2836"/>
    <w:rsid w:val="005D285F"/>
    <w:rsid w:val="005D2996"/>
    <w:rsid w:val="005D3AD0"/>
    <w:rsid w:val="005D400D"/>
    <w:rsid w:val="005D45E8"/>
    <w:rsid w:val="005D4A0E"/>
    <w:rsid w:val="005D4AEB"/>
    <w:rsid w:val="005D4C4A"/>
    <w:rsid w:val="005D4F67"/>
    <w:rsid w:val="005D60CC"/>
    <w:rsid w:val="005D6A1F"/>
    <w:rsid w:val="005D7CEA"/>
    <w:rsid w:val="005E011A"/>
    <w:rsid w:val="005E0122"/>
    <w:rsid w:val="005E0517"/>
    <w:rsid w:val="005E0F8E"/>
    <w:rsid w:val="005E172F"/>
    <w:rsid w:val="005E1889"/>
    <w:rsid w:val="005E1B8A"/>
    <w:rsid w:val="005E1DBA"/>
    <w:rsid w:val="005E201A"/>
    <w:rsid w:val="005E248C"/>
    <w:rsid w:val="005E49B1"/>
    <w:rsid w:val="005E4A8D"/>
    <w:rsid w:val="005E5AE9"/>
    <w:rsid w:val="005E5F13"/>
    <w:rsid w:val="005E665E"/>
    <w:rsid w:val="005E6AF3"/>
    <w:rsid w:val="005E6FDB"/>
    <w:rsid w:val="005F09C8"/>
    <w:rsid w:val="005F0A7F"/>
    <w:rsid w:val="005F1E13"/>
    <w:rsid w:val="005F21DE"/>
    <w:rsid w:val="005F2271"/>
    <w:rsid w:val="005F27FE"/>
    <w:rsid w:val="005F290C"/>
    <w:rsid w:val="005F2A50"/>
    <w:rsid w:val="005F2D24"/>
    <w:rsid w:val="005F2FC0"/>
    <w:rsid w:val="005F3382"/>
    <w:rsid w:val="005F3471"/>
    <w:rsid w:val="005F37C3"/>
    <w:rsid w:val="005F3B99"/>
    <w:rsid w:val="005F4324"/>
    <w:rsid w:val="005F4501"/>
    <w:rsid w:val="005F4C8E"/>
    <w:rsid w:val="005F4E74"/>
    <w:rsid w:val="005F51FC"/>
    <w:rsid w:val="005F5747"/>
    <w:rsid w:val="005F6380"/>
    <w:rsid w:val="005F68C9"/>
    <w:rsid w:val="005F7E83"/>
    <w:rsid w:val="0060090D"/>
    <w:rsid w:val="00600C68"/>
    <w:rsid w:val="00601985"/>
    <w:rsid w:val="00601B9D"/>
    <w:rsid w:val="00601DBD"/>
    <w:rsid w:val="00602012"/>
    <w:rsid w:val="006028C3"/>
    <w:rsid w:val="00602B3B"/>
    <w:rsid w:val="006031EB"/>
    <w:rsid w:val="00603406"/>
    <w:rsid w:val="00603FCB"/>
    <w:rsid w:val="006043F5"/>
    <w:rsid w:val="00604A87"/>
    <w:rsid w:val="0060502F"/>
    <w:rsid w:val="00605DC2"/>
    <w:rsid w:val="00606986"/>
    <w:rsid w:val="0060785E"/>
    <w:rsid w:val="00607C47"/>
    <w:rsid w:val="00607CD5"/>
    <w:rsid w:val="00607D75"/>
    <w:rsid w:val="00607F36"/>
    <w:rsid w:val="00610777"/>
    <w:rsid w:val="00610D05"/>
    <w:rsid w:val="00610EA8"/>
    <w:rsid w:val="0061177D"/>
    <w:rsid w:val="00611DA6"/>
    <w:rsid w:val="00612061"/>
    <w:rsid w:val="00612824"/>
    <w:rsid w:val="00613E71"/>
    <w:rsid w:val="0061402A"/>
    <w:rsid w:val="0061426F"/>
    <w:rsid w:val="006145FD"/>
    <w:rsid w:val="00614734"/>
    <w:rsid w:val="00614BF8"/>
    <w:rsid w:val="00614D9F"/>
    <w:rsid w:val="006150AF"/>
    <w:rsid w:val="00615B75"/>
    <w:rsid w:val="0061684A"/>
    <w:rsid w:val="00616C22"/>
    <w:rsid w:val="00616C92"/>
    <w:rsid w:val="0061722F"/>
    <w:rsid w:val="00617410"/>
    <w:rsid w:val="0061787D"/>
    <w:rsid w:val="00617BCA"/>
    <w:rsid w:val="00617BF4"/>
    <w:rsid w:val="00617C44"/>
    <w:rsid w:val="00617F7A"/>
    <w:rsid w:val="006213E8"/>
    <w:rsid w:val="006226CE"/>
    <w:rsid w:val="006239A1"/>
    <w:rsid w:val="006239DF"/>
    <w:rsid w:val="00623B56"/>
    <w:rsid w:val="00624049"/>
    <w:rsid w:val="00624580"/>
    <w:rsid w:val="006247A1"/>
    <w:rsid w:val="00624F58"/>
    <w:rsid w:val="0062514E"/>
    <w:rsid w:val="00625392"/>
    <w:rsid w:val="006255A2"/>
    <w:rsid w:val="00625AEB"/>
    <w:rsid w:val="0062675E"/>
    <w:rsid w:val="00626892"/>
    <w:rsid w:val="00626B2F"/>
    <w:rsid w:val="00626EF3"/>
    <w:rsid w:val="00626F40"/>
    <w:rsid w:val="00627B4C"/>
    <w:rsid w:val="006301D0"/>
    <w:rsid w:val="00630A9F"/>
    <w:rsid w:val="00630C98"/>
    <w:rsid w:val="0063165B"/>
    <w:rsid w:val="006319C6"/>
    <w:rsid w:val="006322C4"/>
    <w:rsid w:val="006322DC"/>
    <w:rsid w:val="00632457"/>
    <w:rsid w:val="006326F2"/>
    <w:rsid w:val="00632994"/>
    <w:rsid w:val="00632F38"/>
    <w:rsid w:val="0063318E"/>
    <w:rsid w:val="00633AA5"/>
    <w:rsid w:val="00633C89"/>
    <w:rsid w:val="00634364"/>
    <w:rsid w:val="0063558D"/>
    <w:rsid w:val="00635C06"/>
    <w:rsid w:val="006364D7"/>
    <w:rsid w:val="006368F7"/>
    <w:rsid w:val="006369B8"/>
    <w:rsid w:val="006369D1"/>
    <w:rsid w:val="00636A6B"/>
    <w:rsid w:val="006372AC"/>
    <w:rsid w:val="006374B2"/>
    <w:rsid w:val="006377B5"/>
    <w:rsid w:val="00640315"/>
    <w:rsid w:val="006409F3"/>
    <w:rsid w:val="0064165E"/>
    <w:rsid w:val="006420F7"/>
    <w:rsid w:val="0064232C"/>
    <w:rsid w:val="00642E77"/>
    <w:rsid w:val="006432F6"/>
    <w:rsid w:val="00643412"/>
    <w:rsid w:val="00643E24"/>
    <w:rsid w:val="00643FE2"/>
    <w:rsid w:val="00644436"/>
    <w:rsid w:val="006446D2"/>
    <w:rsid w:val="00644C1B"/>
    <w:rsid w:val="00645F57"/>
    <w:rsid w:val="006474E4"/>
    <w:rsid w:val="006474EF"/>
    <w:rsid w:val="00647D47"/>
    <w:rsid w:val="00647DD7"/>
    <w:rsid w:val="00647F5C"/>
    <w:rsid w:val="00650544"/>
    <w:rsid w:val="00650607"/>
    <w:rsid w:val="00650A86"/>
    <w:rsid w:val="00650EB2"/>
    <w:rsid w:val="0065166F"/>
    <w:rsid w:val="00651697"/>
    <w:rsid w:val="00651FAA"/>
    <w:rsid w:val="006521E9"/>
    <w:rsid w:val="006533BE"/>
    <w:rsid w:val="006534FB"/>
    <w:rsid w:val="0065350C"/>
    <w:rsid w:val="0065374B"/>
    <w:rsid w:val="0065464D"/>
    <w:rsid w:val="00654B75"/>
    <w:rsid w:val="006552AD"/>
    <w:rsid w:val="0065549D"/>
    <w:rsid w:val="0065571D"/>
    <w:rsid w:val="00655DAE"/>
    <w:rsid w:val="00655F1B"/>
    <w:rsid w:val="006574B6"/>
    <w:rsid w:val="00657535"/>
    <w:rsid w:val="0066012A"/>
    <w:rsid w:val="006607F4"/>
    <w:rsid w:val="00660FD7"/>
    <w:rsid w:val="00661553"/>
    <w:rsid w:val="00661ADB"/>
    <w:rsid w:val="00661DD9"/>
    <w:rsid w:val="00662146"/>
    <w:rsid w:val="00662B3F"/>
    <w:rsid w:val="00663483"/>
    <w:rsid w:val="00663C8B"/>
    <w:rsid w:val="006642FB"/>
    <w:rsid w:val="00664343"/>
    <w:rsid w:val="00664434"/>
    <w:rsid w:val="00664A21"/>
    <w:rsid w:val="00664DA7"/>
    <w:rsid w:val="00665A21"/>
    <w:rsid w:val="00665EB6"/>
    <w:rsid w:val="00666282"/>
    <w:rsid w:val="006663EC"/>
    <w:rsid w:val="006666AF"/>
    <w:rsid w:val="0066684C"/>
    <w:rsid w:val="00666D11"/>
    <w:rsid w:val="00666E1B"/>
    <w:rsid w:val="006712AD"/>
    <w:rsid w:val="0067135A"/>
    <w:rsid w:val="0067152C"/>
    <w:rsid w:val="00671F25"/>
    <w:rsid w:val="00672E6C"/>
    <w:rsid w:val="006733C0"/>
    <w:rsid w:val="006734CE"/>
    <w:rsid w:val="00673699"/>
    <w:rsid w:val="00673863"/>
    <w:rsid w:val="0067446B"/>
    <w:rsid w:val="00674BED"/>
    <w:rsid w:val="00674EA5"/>
    <w:rsid w:val="00675912"/>
    <w:rsid w:val="00676B55"/>
    <w:rsid w:val="0067713B"/>
    <w:rsid w:val="006776DF"/>
    <w:rsid w:val="00677B72"/>
    <w:rsid w:val="00677CB3"/>
    <w:rsid w:val="0068072D"/>
    <w:rsid w:val="006807F4"/>
    <w:rsid w:val="00680F30"/>
    <w:rsid w:val="006819B1"/>
    <w:rsid w:val="00681B02"/>
    <w:rsid w:val="00681F38"/>
    <w:rsid w:val="00682042"/>
    <w:rsid w:val="0068274A"/>
    <w:rsid w:val="0068278F"/>
    <w:rsid w:val="00682C8A"/>
    <w:rsid w:val="0068332C"/>
    <w:rsid w:val="006838A4"/>
    <w:rsid w:val="0068432A"/>
    <w:rsid w:val="00684AD9"/>
    <w:rsid w:val="006851C3"/>
    <w:rsid w:val="006852E6"/>
    <w:rsid w:val="006860CC"/>
    <w:rsid w:val="006861EC"/>
    <w:rsid w:val="00686CAF"/>
    <w:rsid w:val="00686D8F"/>
    <w:rsid w:val="00687137"/>
    <w:rsid w:val="006901C7"/>
    <w:rsid w:val="0069146C"/>
    <w:rsid w:val="006923E6"/>
    <w:rsid w:val="0069333A"/>
    <w:rsid w:val="0069404A"/>
    <w:rsid w:val="006947C9"/>
    <w:rsid w:val="00695BA4"/>
    <w:rsid w:val="00696055"/>
    <w:rsid w:val="0069625E"/>
    <w:rsid w:val="00696742"/>
    <w:rsid w:val="00697152"/>
    <w:rsid w:val="006A1364"/>
    <w:rsid w:val="006A1500"/>
    <w:rsid w:val="006A1A63"/>
    <w:rsid w:val="006A1B50"/>
    <w:rsid w:val="006A1FEF"/>
    <w:rsid w:val="006A24DD"/>
    <w:rsid w:val="006A28C5"/>
    <w:rsid w:val="006A2E8F"/>
    <w:rsid w:val="006A32C9"/>
    <w:rsid w:val="006A3624"/>
    <w:rsid w:val="006A3E10"/>
    <w:rsid w:val="006A3F31"/>
    <w:rsid w:val="006A407F"/>
    <w:rsid w:val="006A4C60"/>
    <w:rsid w:val="006A4EA9"/>
    <w:rsid w:val="006A4FEB"/>
    <w:rsid w:val="006A5469"/>
    <w:rsid w:val="006A5741"/>
    <w:rsid w:val="006A5A56"/>
    <w:rsid w:val="006A5A82"/>
    <w:rsid w:val="006A5B2A"/>
    <w:rsid w:val="006A5CDA"/>
    <w:rsid w:val="006A7722"/>
    <w:rsid w:val="006A7C7A"/>
    <w:rsid w:val="006B0329"/>
    <w:rsid w:val="006B0D3D"/>
    <w:rsid w:val="006B182A"/>
    <w:rsid w:val="006B1BA8"/>
    <w:rsid w:val="006B233A"/>
    <w:rsid w:val="006B2BE3"/>
    <w:rsid w:val="006B30C0"/>
    <w:rsid w:val="006B35CF"/>
    <w:rsid w:val="006B3F2B"/>
    <w:rsid w:val="006B40C5"/>
    <w:rsid w:val="006B45BE"/>
    <w:rsid w:val="006B4605"/>
    <w:rsid w:val="006B4B96"/>
    <w:rsid w:val="006B4CEB"/>
    <w:rsid w:val="006B5943"/>
    <w:rsid w:val="006B6D3B"/>
    <w:rsid w:val="006B71BC"/>
    <w:rsid w:val="006C00E2"/>
    <w:rsid w:val="006C06D0"/>
    <w:rsid w:val="006C08B2"/>
    <w:rsid w:val="006C0DDB"/>
    <w:rsid w:val="006C11BF"/>
    <w:rsid w:val="006C1356"/>
    <w:rsid w:val="006C2247"/>
    <w:rsid w:val="006C2B8B"/>
    <w:rsid w:val="006C3662"/>
    <w:rsid w:val="006C4087"/>
    <w:rsid w:val="006C47D6"/>
    <w:rsid w:val="006C48F8"/>
    <w:rsid w:val="006C4E6F"/>
    <w:rsid w:val="006C5CCC"/>
    <w:rsid w:val="006C6BE4"/>
    <w:rsid w:val="006D1009"/>
    <w:rsid w:val="006D1235"/>
    <w:rsid w:val="006D1CF7"/>
    <w:rsid w:val="006D1D9D"/>
    <w:rsid w:val="006D1DC7"/>
    <w:rsid w:val="006D3488"/>
    <w:rsid w:val="006D35E7"/>
    <w:rsid w:val="006D4395"/>
    <w:rsid w:val="006D443F"/>
    <w:rsid w:val="006D4611"/>
    <w:rsid w:val="006D4B99"/>
    <w:rsid w:val="006D505D"/>
    <w:rsid w:val="006D643E"/>
    <w:rsid w:val="006D6936"/>
    <w:rsid w:val="006D695A"/>
    <w:rsid w:val="006D6FCE"/>
    <w:rsid w:val="006D743D"/>
    <w:rsid w:val="006D7799"/>
    <w:rsid w:val="006D7924"/>
    <w:rsid w:val="006D7A74"/>
    <w:rsid w:val="006E033C"/>
    <w:rsid w:val="006E0BF1"/>
    <w:rsid w:val="006E0CB2"/>
    <w:rsid w:val="006E2FD6"/>
    <w:rsid w:val="006E38BB"/>
    <w:rsid w:val="006E38DA"/>
    <w:rsid w:val="006E4826"/>
    <w:rsid w:val="006E4941"/>
    <w:rsid w:val="006E5001"/>
    <w:rsid w:val="006E5076"/>
    <w:rsid w:val="006E55E7"/>
    <w:rsid w:val="006E56DE"/>
    <w:rsid w:val="006E5FA5"/>
    <w:rsid w:val="006E60D1"/>
    <w:rsid w:val="006E68CD"/>
    <w:rsid w:val="006E692B"/>
    <w:rsid w:val="006E6D1A"/>
    <w:rsid w:val="006E6F02"/>
    <w:rsid w:val="006E77E9"/>
    <w:rsid w:val="006F0C7A"/>
    <w:rsid w:val="006F0F92"/>
    <w:rsid w:val="006F14C2"/>
    <w:rsid w:val="006F15C8"/>
    <w:rsid w:val="006F1A29"/>
    <w:rsid w:val="006F1FFA"/>
    <w:rsid w:val="006F220F"/>
    <w:rsid w:val="006F2C0D"/>
    <w:rsid w:val="006F45AB"/>
    <w:rsid w:val="006F4939"/>
    <w:rsid w:val="006F4D23"/>
    <w:rsid w:val="006F5343"/>
    <w:rsid w:val="006F5DCB"/>
    <w:rsid w:val="006F618E"/>
    <w:rsid w:val="006F6A78"/>
    <w:rsid w:val="006F7733"/>
    <w:rsid w:val="006F7BB3"/>
    <w:rsid w:val="007002BD"/>
    <w:rsid w:val="00700A82"/>
    <w:rsid w:val="00700AE0"/>
    <w:rsid w:val="00700E86"/>
    <w:rsid w:val="00700F2C"/>
    <w:rsid w:val="0070111A"/>
    <w:rsid w:val="00701F60"/>
    <w:rsid w:val="00702EA5"/>
    <w:rsid w:val="00703293"/>
    <w:rsid w:val="0070374F"/>
    <w:rsid w:val="00703C91"/>
    <w:rsid w:val="0070479D"/>
    <w:rsid w:val="007049C9"/>
    <w:rsid w:val="007057D0"/>
    <w:rsid w:val="00705BB8"/>
    <w:rsid w:val="00706052"/>
    <w:rsid w:val="00706475"/>
    <w:rsid w:val="007066A7"/>
    <w:rsid w:val="00706DC6"/>
    <w:rsid w:val="0070753D"/>
    <w:rsid w:val="00707AA0"/>
    <w:rsid w:val="00707EA5"/>
    <w:rsid w:val="007108DD"/>
    <w:rsid w:val="0071197B"/>
    <w:rsid w:val="00712BA9"/>
    <w:rsid w:val="00713DA6"/>
    <w:rsid w:val="0071436F"/>
    <w:rsid w:val="00714382"/>
    <w:rsid w:val="007143A5"/>
    <w:rsid w:val="00714409"/>
    <w:rsid w:val="00714D98"/>
    <w:rsid w:val="00715524"/>
    <w:rsid w:val="00715FA3"/>
    <w:rsid w:val="00716071"/>
    <w:rsid w:val="0071627B"/>
    <w:rsid w:val="00716BEC"/>
    <w:rsid w:val="0072005A"/>
    <w:rsid w:val="00720E48"/>
    <w:rsid w:val="00721379"/>
    <w:rsid w:val="0072294A"/>
    <w:rsid w:val="00722CD1"/>
    <w:rsid w:val="007237B2"/>
    <w:rsid w:val="0072438A"/>
    <w:rsid w:val="00724597"/>
    <w:rsid w:val="00724BAB"/>
    <w:rsid w:val="00724DD5"/>
    <w:rsid w:val="00725418"/>
    <w:rsid w:val="007256A0"/>
    <w:rsid w:val="00726006"/>
    <w:rsid w:val="00726926"/>
    <w:rsid w:val="0072692B"/>
    <w:rsid w:val="00726D2F"/>
    <w:rsid w:val="007270EF"/>
    <w:rsid w:val="00727471"/>
    <w:rsid w:val="00727AE6"/>
    <w:rsid w:val="007306C1"/>
    <w:rsid w:val="00731831"/>
    <w:rsid w:val="00731BC8"/>
    <w:rsid w:val="007322E4"/>
    <w:rsid w:val="0073245C"/>
    <w:rsid w:val="007329E6"/>
    <w:rsid w:val="00732B38"/>
    <w:rsid w:val="00732E3E"/>
    <w:rsid w:val="00732EB1"/>
    <w:rsid w:val="007333BD"/>
    <w:rsid w:val="0073432B"/>
    <w:rsid w:val="00734A86"/>
    <w:rsid w:val="00734BCD"/>
    <w:rsid w:val="007352D9"/>
    <w:rsid w:val="007359E4"/>
    <w:rsid w:val="00735ABE"/>
    <w:rsid w:val="00735AF1"/>
    <w:rsid w:val="0073626E"/>
    <w:rsid w:val="007362D7"/>
    <w:rsid w:val="00736989"/>
    <w:rsid w:val="00736F81"/>
    <w:rsid w:val="00737B45"/>
    <w:rsid w:val="00737C5B"/>
    <w:rsid w:val="00740776"/>
    <w:rsid w:val="007407B5"/>
    <w:rsid w:val="00740AF7"/>
    <w:rsid w:val="00740EFF"/>
    <w:rsid w:val="007410AA"/>
    <w:rsid w:val="00741D74"/>
    <w:rsid w:val="00741F39"/>
    <w:rsid w:val="0074300E"/>
    <w:rsid w:val="00743199"/>
    <w:rsid w:val="00743671"/>
    <w:rsid w:val="007440FC"/>
    <w:rsid w:val="00744542"/>
    <w:rsid w:val="00745C42"/>
    <w:rsid w:val="00745E2F"/>
    <w:rsid w:val="007465B1"/>
    <w:rsid w:val="007470B4"/>
    <w:rsid w:val="007473B4"/>
    <w:rsid w:val="00750512"/>
    <w:rsid w:val="00750DF5"/>
    <w:rsid w:val="0075103C"/>
    <w:rsid w:val="00751689"/>
    <w:rsid w:val="00751A5D"/>
    <w:rsid w:val="00751C61"/>
    <w:rsid w:val="007531AE"/>
    <w:rsid w:val="007532F5"/>
    <w:rsid w:val="00753352"/>
    <w:rsid w:val="00754219"/>
    <w:rsid w:val="00754644"/>
    <w:rsid w:val="007548C9"/>
    <w:rsid w:val="00754A61"/>
    <w:rsid w:val="007550F5"/>
    <w:rsid w:val="00755483"/>
    <w:rsid w:val="007558AD"/>
    <w:rsid w:val="00755B17"/>
    <w:rsid w:val="00756768"/>
    <w:rsid w:val="00756BC7"/>
    <w:rsid w:val="00756C99"/>
    <w:rsid w:val="007570FF"/>
    <w:rsid w:val="0075719C"/>
    <w:rsid w:val="0075755C"/>
    <w:rsid w:val="00757A5A"/>
    <w:rsid w:val="00760518"/>
    <w:rsid w:val="007608AB"/>
    <w:rsid w:val="00761232"/>
    <w:rsid w:val="007615B6"/>
    <w:rsid w:val="0076235C"/>
    <w:rsid w:val="0076256B"/>
    <w:rsid w:val="00762C51"/>
    <w:rsid w:val="00762D60"/>
    <w:rsid w:val="00763347"/>
    <w:rsid w:val="007633B9"/>
    <w:rsid w:val="00763522"/>
    <w:rsid w:val="00763C31"/>
    <w:rsid w:val="00763E47"/>
    <w:rsid w:val="007643E5"/>
    <w:rsid w:val="0076441D"/>
    <w:rsid w:val="00764742"/>
    <w:rsid w:val="00765150"/>
    <w:rsid w:val="007667C8"/>
    <w:rsid w:val="0076728A"/>
    <w:rsid w:val="00767747"/>
    <w:rsid w:val="0077142F"/>
    <w:rsid w:val="007724B1"/>
    <w:rsid w:val="00773424"/>
    <w:rsid w:val="00774680"/>
    <w:rsid w:val="007756C0"/>
    <w:rsid w:val="00775A8B"/>
    <w:rsid w:val="00775B3B"/>
    <w:rsid w:val="00775D02"/>
    <w:rsid w:val="007774AC"/>
    <w:rsid w:val="0077793F"/>
    <w:rsid w:val="00781450"/>
    <w:rsid w:val="00782087"/>
    <w:rsid w:val="007822FB"/>
    <w:rsid w:val="00782427"/>
    <w:rsid w:val="007828B8"/>
    <w:rsid w:val="0078309F"/>
    <w:rsid w:val="00783936"/>
    <w:rsid w:val="00783C41"/>
    <w:rsid w:val="00783F8F"/>
    <w:rsid w:val="0078407E"/>
    <w:rsid w:val="007841D8"/>
    <w:rsid w:val="00784286"/>
    <w:rsid w:val="007842A6"/>
    <w:rsid w:val="00784C1A"/>
    <w:rsid w:val="00785018"/>
    <w:rsid w:val="0078522D"/>
    <w:rsid w:val="00785FD9"/>
    <w:rsid w:val="007861AB"/>
    <w:rsid w:val="0078717F"/>
    <w:rsid w:val="00787994"/>
    <w:rsid w:val="00790599"/>
    <w:rsid w:val="00790680"/>
    <w:rsid w:val="00790939"/>
    <w:rsid w:val="00790D2E"/>
    <w:rsid w:val="00791578"/>
    <w:rsid w:val="007915EA"/>
    <w:rsid w:val="00791701"/>
    <w:rsid w:val="0079188D"/>
    <w:rsid w:val="0079239D"/>
    <w:rsid w:val="0079255B"/>
    <w:rsid w:val="0079272E"/>
    <w:rsid w:val="00793C0E"/>
    <w:rsid w:val="00795DC8"/>
    <w:rsid w:val="00797152"/>
    <w:rsid w:val="0079726A"/>
    <w:rsid w:val="00797618"/>
    <w:rsid w:val="00797719"/>
    <w:rsid w:val="007A0444"/>
    <w:rsid w:val="007A058F"/>
    <w:rsid w:val="007A0811"/>
    <w:rsid w:val="007A11DF"/>
    <w:rsid w:val="007A14AA"/>
    <w:rsid w:val="007A1AA5"/>
    <w:rsid w:val="007A2FA7"/>
    <w:rsid w:val="007A3FD0"/>
    <w:rsid w:val="007A452A"/>
    <w:rsid w:val="007A4AAB"/>
    <w:rsid w:val="007A4C12"/>
    <w:rsid w:val="007A4D04"/>
    <w:rsid w:val="007A5D03"/>
    <w:rsid w:val="007A69E3"/>
    <w:rsid w:val="007A6C6B"/>
    <w:rsid w:val="007A6D72"/>
    <w:rsid w:val="007A6F20"/>
    <w:rsid w:val="007B1257"/>
    <w:rsid w:val="007B1E73"/>
    <w:rsid w:val="007B2003"/>
    <w:rsid w:val="007B2D83"/>
    <w:rsid w:val="007B3808"/>
    <w:rsid w:val="007B4721"/>
    <w:rsid w:val="007B5842"/>
    <w:rsid w:val="007B5FB6"/>
    <w:rsid w:val="007B681B"/>
    <w:rsid w:val="007B75A9"/>
    <w:rsid w:val="007C0397"/>
    <w:rsid w:val="007C04D9"/>
    <w:rsid w:val="007C0644"/>
    <w:rsid w:val="007C08F8"/>
    <w:rsid w:val="007C10FD"/>
    <w:rsid w:val="007C1AE7"/>
    <w:rsid w:val="007C1B49"/>
    <w:rsid w:val="007C1D80"/>
    <w:rsid w:val="007C2015"/>
    <w:rsid w:val="007C21B0"/>
    <w:rsid w:val="007C2AF2"/>
    <w:rsid w:val="007C2E33"/>
    <w:rsid w:val="007C32A3"/>
    <w:rsid w:val="007C49AD"/>
    <w:rsid w:val="007C61EC"/>
    <w:rsid w:val="007C633A"/>
    <w:rsid w:val="007C656C"/>
    <w:rsid w:val="007C6E36"/>
    <w:rsid w:val="007C7010"/>
    <w:rsid w:val="007C7659"/>
    <w:rsid w:val="007C77A8"/>
    <w:rsid w:val="007C7EA3"/>
    <w:rsid w:val="007D0979"/>
    <w:rsid w:val="007D0AC4"/>
    <w:rsid w:val="007D21DA"/>
    <w:rsid w:val="007D2AE4"/>
    <w:rsid w:val="007D3047"/>
    <w:rsid w:val="007D34EC"/>
    <w:rsid w:val="007D4196"/>
    <w:rsid w:val="007D55B4"/>
    <w:rsid w:val="007D56DB"/>
    <w:rsid w:val="007D5BE8"/>
    <w:rsid w:val="007D5DC4"/>
    <w:rsid w:val="007D6010"/>
    <w:rsid w:val="007D61AB"/>
    <w:rsid w:val="007D6ED5"/>
    <w:rsid w:val="007E06B4"/>
    <w:rsid w:val="007E0FB6"/>
    <w:rsid w:val="007E11A3"/>
    <w:rsid w:val="007E12FF"/>
    <w:rsid w:val="007E139F"/>
    <w:rsid w:val="007E23CA"/>
    <w:rsid w:val="007E2CD5"/>
    <w:rsid w:val="007E3597"/>
    <w:rsid w:val="007E4A47"/>
    <w:rsid w:val="007E5720"/>
    <w:rsid w:val="007E5E0C"/>
    <w:rsid w:val="007E6241"/>
    <w:rsid w:val="007E6AC8"/>
    <w:rsid w:val="007E7493"/>
    <w:rsid w:val="007E785F"/>
    <w:rsid w:val="007E7B60"/>
    <w:rsid w:val="007E7C71"/>
    <w:rsid w:val="007F09D7"/>
    <w:rsid w:val="007F0A0F"/>
    <w:rsid w:val="007F1077"/>
    <w:rsid w:val="007F13F7"/>
    <w:rsid w:val="007F25F8"/>
    <w:rsid w:val="007F28E0"/>
    <w:rsid w:val="007F299B"/>
    <w:rsid w:val="007F2F6A"/>
    <w:rsid w:val="007F327A"/>
    <w:rsid w:val="007F33E5"/>
    <w:rsid w:val="007F36EF"/>
    <w:rsid w:val="007F39C3"/>
    <w:rsid w:val="007F4C7C"/>
    <w:rsid w:val="007F4ECD"/>
    <w:rsid w:val="007F55A4"/>
    <w:rsid w:val="007F5D9B"/>
    <w:rsid w:val="007F643F"/>
    <w:rsid w:val="007F6467"/>
    <w:rsid w:val="007F6861"/>
    <w:rsid w:val="007F68AF"/>
    <w:rsid w:val="007F6CA3"/>
    <w:rsid w:val="007F7137"/>
    <w:rsid w:val="007F7179"/>
    <w:rsid w:val="00800F49"/>
    <w:rsid w:val="008027A5"/>
    <w:rsid w:val="00802E4D"/>
    <w:rsid w:val="00803492"/>
    <w:rsid w:val="008034A5"/>
    <w:rsid w:val="00804536"/>
    <w:rsid w:val="00804814"/>
    <w:rsid w:val="008056E8"/>
    <w:rsid w:val="00805A1B"/>
    <w:rsid w:val="00806FAF"/>
    <w:rsid w:val="0080719F"/>
    <w:rsid w:val="00807455"/>
    <w:rsid w:val="00807769"/>
    <w:rsid w:val="00807FC4"/>
    <w:rsid w:val="008103A0"/>
    <w:rsid w:val="008103EA"/>
    <w:rsid w:val="00812516"/>
    <w:rsid w:val="00812AF8"/>
    <w:rsid w:val="00812F4D"/>
    <w:rsid w:val="00813061"/>
    <w:rsid w:val="0081320C"/>
    <w:rsid w:val="00813BE5"/>
    <w:rsid w:val="008142EC"/>
    <w:rsid w:val="00814460"/>
    <w:rsid w:val="00814567"/>
    <w:rsid w:val="00814694"/>
    <w:rsid w:val="00814826"/>
    <w:rsid w:val="00814CC0"/>
    <w:rsid w:val="0081589F"/>
    <w:rsid w:val="0081617D"/>
    <w:rsid w:val="00816C3E"/>
    <w:rsid w:val="00816E35"/>
    <w:rsid w:val="00817340"/>
    <w:rsid w:val="00817FAB"/>
    <w:rsid w:val="00820BDA"/>
    <w:rsid w:val="00820FBC"/>
    <w:rsid w:val="0082123A"/>
    <w:rsid w:val="0082246B"/>
    <w:rsid w:val="0082278B"/>
    <w:rsid w:val="0082321D"/>
    <w:rsid w:val="00823973"/>
    <w:rsid w:val="00823D84"/>
    <w:rsid w:val="00823E73"/>
    <w:rsid w:val="008241F5"/>
    <w:rsid w:val="00825E03"/>
    <w:rsid w:val="00826E91"/>
    <w:rsid w:val="008271E6"/>
    <w:rsid w:val="00827834"/>
    <w:rsid w:val="00827A15"/>
    <w:rsid w:val="00827E23"/>
    <w:rsid w:val="008303A7"/>
    <w:rsid w:val="00831157"/>
    <w:rsid w:val="00832263"/>
    <w:rsid w:val="0083290E"/>
    <w:rsid w:val="00832BF8"/>
    <w:rsid w:val="00832EA3"/>
    <w:rsid w:val="00832FBA"/>
    <w:rsid w:val="008331C9"/>
    <w:rsid w:val="0083377B"/>
    <w:rsid w:val="00834375"/>
    <w:rsid w:val="008344A2"/>
    <w:rsid w:val="00834831"/>
    <w:rsid w:val="00834C30"/>
    <w:rsid w:val="00834D03"/>
    <w:rsid w:val="00834D0C"/>
    <w:rsid w:val="00835378"/>
    <w:rsid w:val="008364E9"/>
    <w:rsid w:val="00837C46"/>
    <w:rsid w:val="0084075B"/>
    <w:rsid w:val="0084124C"/>
    <w:rsid w:val="0084127F"/>
    <w:rsid w:val="008431D2"/>
    <w:rsid w:val="00843230"/>
    <w:rsid w:val="008434C4"/>
    <w:rsid w:val="0084394D"/>
    <w:rsid w:val="0084435D"/>
    <w:rsid w:val="00844745"/>
    <w:rsid w:val="008447C2"/>
    <w:rsid w:val="008450AC"/>
    <w:rsid w:val="008454B3"/>
    <w:rsid w:val="00845842"/>
    <w:rsid w:val="008459E3"/>
    <w:rsid w:val="00845A53"/>
    <w:rsid w:val="00845D79"/>
    <w:rsid w:val="008462CF"/>
    <w:rsid w:val="0084680F"/>
    <w:rsid w:val="00847162"/>
    <w:rsid w:val="00847492"/>
    <w:rsid w:val="00847AA3"/>
    <w:rsid w:val="00847FB6"/>
    <w:rsid w:val="0085057C"/>
    <w:rsid w:val="008509E8"/>
    <w:rsid w:val="00850C3C"/>
    <w:rsid w:val="00850D36"/>
    <w:rsid w:val="008518CB"/>
    <w:rsid w:val="00851986"/>
    <w:rsid w:val="008527AA"/>
    <w:rsid w:val="008529A5"/>
    <w:rsid w:val="00852F3F"/>
    <w:rsid w:val="008538F4"/>
    <w:rsid w:val="00853931"/>
    <w:rsid w:val="00854ABB"/>
    <w:rsid w:val="00855371"/>
    <w:rsid w:val="00856A72"/>
    <w:rsid w:val="008576D0"/>
    <w:rsid w:val="00860883"/>
    <w:rsid w:val="00860B5C"/>
    <w:rsid w:val="00861C48"/>
    <w:rsid w:val="00862850"/>
    <w:rsid w:val="00862AD1"/>
    <w:rsid w:val="00863061"/>
    <w:rsid w:val="00863310"/>
    <w:rsid w:val="00863CD0"/>
    <w:rsid w:val="00864923"/>
    <w:rsid w:val="008649C8"/>
    <w:rsid w:val="00864C6A"/>
    <w:rsid w:val="00864F3E"/>
    <w:rsid w:val="00864F40"/>
    <w:rsid w:val="00865598"/>
    <w:rsid w:val="0086569B"/>
    <w:rsid w:val="00865863"/>
    <w:rsid w:val="00865886"/>
    <w:rsid w:val="00866537"/>
    <w:rsid w:val="008670A5"/>
    <w:rsid w:val="00867BD3"/>
    <w:rsid w:val="00867CDC"/>
    <w:rsid w:val="008707FC"/>
    <w:rsid w:val="0087105A"/>
    <w:rsid w:val="008713B8"/>
    <w:rsid w:val="008714B6"/>
    <w:rsid w:val="00871CBC"/>
    <w:rsid w:val="008722E4"/>
    <w:rsid w:val="008723A2"/>
    <w:rsid w:val="00872D5D"/>
    <w:rsid w:val="008737C6"/>
    <w:rsid w:val="0087419D"/>
    <w:rsid w:val="00874C38"/>
    <w:rsid w:val="00874F5F"/>
    <w:rsid w:val="0087544B"/>
    <w:rsid w:val="008760B1"/>
    <w:rsid w:val="0087627C"/>
    <w:rsid w:val="00876FB0"/>
    <w:rsid w:val="00880B2A"/>
    <w:rsid w:val="0088134C"/>
    <w:rsid w:val="008813F6"/>
    <w:rsid w:val="008815FB"/>
    <w:rsid w:val="008819F5"/>
    <w:rsid w:val="00882512"/>
    <w:rsid w:val="00883D1F"/>
    <w:rsid w:val="00884A12"/>
    <w:rsid w:val="00884CCD"/>
    <w:rsid w:val="00884EEF"/>
    <w:rsid w:val="00885C74"/>
    <w:rsid w:val="008867E2"/>
    <w:rsid w:val="00886E77"/>
    <w:rsid w:val="00887765"/>
    <w:rsid w:val="00891497"/>
    <w:rsid w:val="008918D1"/>
    <w:rsid w:val="00891B79"/>
    <w:rsid w:val="0089222E"/>
    <w:rsid w:val="008923D6"/>
    <w:rsid w:val="00892469"/>
    <w:rsid w:val="00892746"/>
    <w:rsid w:val="008930E4"/>
    <w:rsid w:val="00894164"/>
    <w:rsid w:val="00894994"/>
    <w:rsid w:val="008950B4"/>
    <w:rsid w:val="008953AC"/>
    <w:rsid w:val="00895CAF"/>
    <w:rsid w:val="008960EE"/>
    <w:rsid w:val="00896323"/>
    <w:rsid w:val="00897073"/>
    <w:rsid w:val="008A0017"/>
    <w:rsid w:val="008A1174"/>
    <w:rsid w:val="008A198C"/>
    <w:rsid w:val="008A1F2C"/>
    <w:rsid w:val="008A2169"/>
    <w:rsid w:val="008A229D"/>
    <w:rsid w:val="008A3061"/>
    <w:rsid w:val="008A3247"/>
    <w:rsid w:val="008A3E94"/>
    <w:rsid w:val="008A4DA7"/>
    <w:rsid w:val="008A4DE6"/>
    <w:rsid w:val="008A5A0A"/>
    <w:rsid w:val="008A6025"/>
    <w:rsid w:val="008A6040"/>
    <w:rsid w:val="008A6F8C"/>
    <w:rsid w:val="008A7685"/>
    <w:rsid w:val="008A788A"/>
    <w:rsid w:val="008A7DE8"/>
    <w:rsid w:val="008B00D2"/>
    <w:rsid w:val="008B0445"/>
    <w:rsid w:val="008B0519"/>
    <w:rsid w:val="008B05DA"/>
    <w:rsid w:val="008B10A2"/>
    <w:rsid w:val="008B20D0"/>
    <w:rsid w:val="008B2549"/>
    <w:rsid w:val="008B2625"/>
    <w:rsid w:val="008B275B"/>
    <w:rsid w:val="008B2A90"/>
    <w:rsid w:val="008B2E4B"/>
    <w:rsid w:val="008B3118"/>
    <w:rsid w:val="008B3708"/>
    <w:rsid w:val="008B397C"/>
    <w:rsid w:val="008B3EC5"/>
    <w:rsid w:val="008B4E41"/>
    <w:rsid w:val="008B4F5B"/>
    <w:rsid w:val="008B5428"/>
    <w:rsid w:val="008B5784"/>
    <w:rsid w:val="008B5904"/>
    <w:rsid w:val="008B5BE9"/>
    <w:rsid w:val="008B68B5"/>
    <w:rsid w:val="008B7DE1"/>
    <w:rsid w:val="008C02BE"/>
    <w:rsid w:val="008C060B"/>
    <w:rsid w:val="008C1204"/>
    <w:rsid w:val="008C270D"/>
    <w:rsid w:val="008C33AC"/>
    <w:rsid w:val="008C341D"/>
    <w:rsid w:val="008C3614"/>
    <w:rsid w:val="008C44E4"/>
    <w:rsid w:val="008C45EF"/>
    <w:rsid w:val="008C6C58"/>
    <w:rsid w:val="008C7AAB"/>
    <w:rsid w:val="008C7D81"/>
    <w:rsid w:val="008D094B"/>
    <w:rsid w:val="008D09B1"/>
    <w:rsid w:val="008D11DD"/>
    <w:rsid w:val="008D190D"/>
    <w:rsid w:val="008D1B50"/>
    <w:rsid w:val="008D265A"/>
    <w:rsid w:val="008D297A"/>
    <w:rsid w:val="008D2B67"/>
    <w:rsid w:val="008D311E"/>
    <w:rsid w:val="008D39F2"/>
    <w:rsid w:val="008D5328"/>
    <w:rsid w:val="008D5CB8"/>
    <w:rsid w:val="008D5F83"/>
    <w:rsid w:val="008D6703"/>
    <w:rsid w:val="008D7194"/>
    <w:rsid w:val="008D79A4"/>
    <w:rsid w:val="008E0BA1"/>
    <w:rsid w:val="008E0E17"/>
    <w:rsid w:val="008E11D6"/>
    <w:rsid w:val="008E1634"/>
    <w:rsid w:val="008E2BCF"/>
    <w:rsid w:val="008E2DC6"/>
    <w:rsid w:val="008E3649"/>
    <w:rsid w:val="008E372C"/>
    <w:rsid w:val="008E3CE2"/>
    <w:rsid w:val="008E46E9"/>
    <w:rsid w:val="008E483A"/>
    <w:rsid w:val="008E538B"/>
    <w:rsid w:val="008E6FE4"/>
    <w:rsid w:val="008E79C4"/>
    <w:rsid w:val="008E7DBB"/>
    <w:rsid w:val="008E7FF4"/>
    <w:rsid w:val="008F00D1"/>
    <w:rsid w:val="008F039E"/>
    <w:rsid w:val="008F189D"/>
    <w:rsid w:val="008F1A16"/>
    <w:rsid w:val="008F1DEF"/>
    <w:rsid w:val="008F1DF0"/>
    <w:rsid w:val="008F28C1"/>
    <w:rsid w:val="008F2DE6"/>
    <w:rsid w:val="008F3477"/>
    <w:rsid w:val="008F4714"/>
    <w:rsid w:val="008F4985"/>
    <w:rsid w:val="008F4E86"/>
    <w:rsid w:val="008F6414"/>
    <w:rsid w:val="008F75E8"/>
    <w:rsid w:val="008F7957"/>
    <w:rsid w:val="0090022F"/>
    <w:rsid w:val="009009D5"/>
    <w:rsid w:val="00900E69"/>
    <w:rsid w:val="00901302"/>
    <w:rsid w:val="00902736"/>
    <w:rsid w:val="00902F2F"/>
    <w:rsid w:val="009037A7"/>
    <w:rsid w:val="009039CC"/>
    <w:rsid w:val="00903A13"/>
    <w:rsid w:val="0090413E"/>
    <w:rsid w:val="009042C4"/>
    <w:rsid w:val="00904A01"/>
    <w:rsid w:val="0090578B"/>
    <w:rsid w:val="00906A92"/>
    <w:rsid w:val="00906BEA"/>
    <w:rsid w:val="00906D33"/>
    <w:rsid w:val="00907018"/>
    <w:rsid w:val="0090781E"/>
    <w:rsid w:val="009103C8"/>
    <w:rsid w:val="009107EE"/>
    <w:rsid w:val="00911222"/>
    <w:rsid w:val="00911271"/>
    <w:rsid w:val="00911D40"/>
    <w:rsid w:val="00912732"/>
    <w:rsid w:val="00912CC0"/>
    <w:rsid w:val="00912F1E"/>
    <w:rsid w:val="00913ACB"/>
    <w:rsid w:val="009147E4"/>
    <w:rsid w:val="00914BDA"/>
    <w:rsid w:val="00914DAA"/>
    <w:rsid w:val="00914E4B"/>
    <w:rsid w:val="00914F7F"/>
    <w:rsid w:val="00915087"/>
    <w:rsid w:val="009154F0"/>
    <w:rsid w:val="009154F9"/>
    <w:rsid w:val="00915FFB"/>
    <w:rsid w:val="00916442"/>
    <w:rsid w:val="00916FC0"/>
    <w:rsid w:val="00917627"/>
    <w:rsid w:val="00917B31"/>
    <w:rsid w:val="00917EC8"/>
    <w:rsid w:val="009209C2"/>
    <w:rsid w:val="00921429"/>
    <w:rsid w:val="009218D6"/>
    <w:rsid w:val="00921A5C"/>
    <w:rsid w:val="00921AD0"/>
    <w:rsid w:val="00922170"/>
    <w:rsid w:val="0092343A"/>
    <w:rsid w:val="0092396A"/>
    <w:rsid w:val="009243D6"/>
    <w:rsid w:val="0092466F"/>
    <w:rsid w:val="0092481A"/>
    <w:rsid w:val="00925023"/>
    <w:rsid w:val="00926050"/>
    <w:rsid w:val="009273E8"/>
    <w:rsid w:val="00927B4D"/>
    <w:rsid w:val="00930042"/>
    <w:rsid w:val="00930514"/>
    <w:rsid w:val="00930914"/>
    <w:rsid w:val="0093097F"/>
    <w:rsid w:val="009310C7"/>
    <w:rsid w:val="009315C2"/>
    <w:rsid w:val="009319BC"/>
    <w:rsid w:val="00931B5C"/>
    <w:rsid w:val="00931DE5"/>
    <w:rsid w:val="00934816"/>
    <w:rsid w:val="009349EE"/>
    <w:rsid w:val="0093503C"/>
    <w:rsid w:val="009364DC"/>
    <w:rsid w:val="0093671F"/>
    <w:rsid w:val="00936801"/>
    <w:rsid w:val="00936B6B"/>
    <w:rsid w:val="00936BD5"/>
    <w:rsid w:val="00936D52"/>
    <w:rsid w:val="00937F0C"/>
    <w:rsid w:val="00941477"/>
    <w:rsid w:val="00941873"/>
    <w:rsid w:val="00941938"/>
    <w:rsid w:val="00941E40"/>
    <w:rsid w:val="009420BB"/>
    <w:rsid w:val="00942314"/>
    <w:rsid w:val="00943572"/>
    <w:rsid w:val="009447A5"/>
    <w:rsid w:val="00944A64"/>
    <w:rsid w:val="00944BAD"/>
    <w:rsid w:val="00944BE0"/>
    <w:rsid w:val="00944DE9"/>
    <w:rsid w:val="00946234"/>
    <w:rsid w:val="009464E4"/>
    <w:rsid w:val="00946D73"/>
    <w:rsid w:val="00947BC7"/>
    <w:rsid w:val="00950355"/>
    <w:rsid w:val="00950685"/>
    <w:rsid w:val="00952E50"/>
    <w:rsid w:val="00953AA8"/>
    <w:rsid w:val="00953B12"/>
    <w:rsid w:val="00953D1D"/>
    <w:rsid w:val="00954122"/>
    <w:rsid w:val="009542B0"/>
    <w:rsid w:val="009546B0"/>
    <w:rsid w:val="009548D8"/>
    <w:rsid w:val="00955844"/>
    <w:rsid w:val="00955B52"/>
    <w:rsid w:val="00955CC7"/>
    <w:rsid w:val="00956258"/>
    <w:rsid w:val="0095706C"/>
    <w:rsid w:val="009572E7"/>
    <w:rsid w:val="00960418"/>
    <w:rsid w:val="009606A5"/>
    <w:rsid w:val="009612D8"/>
    <w:rsid w:val="0096158C"/>
    <w:rsid w:val="00961625"/>
    <w:rsid w:val="0096219B"/>
    <w:rsid w:val="009634B7"/>
    <w:rsid w:val="00963987"/>
    <w:rsid w:val="00964D23"/>
    <w:rsid w:val="00965095"/>
    <w:rsid w:val="0096535F"/>
    <w:rsid w:val="00965F64"/>
    <w:rsid w:val="00966262"/>
    <w:rsid w:val="00967336"/>
    <w:rsid w:val="0096766D"/>
    <w:rsid w:val="00967B2A"/>
    <w:rsid w:val="00967C2D"/>
    <w:rsid w:val="009707D8"/>
    <w:rsid w:val="00971481"/>
    <w:rsid w:val="00971C9B"/>
    <w:rsid w:val="00972967"/>
    <w:rsid w:val="009739BA"/>
    <w:rsid w:val="00973EA6"/>
    <w:rsid w:val="009740A2"/>
    <w:rsid w:val="009745A5"/>
    <w:rsid w:val="0097505A"/>
    <w:rsid w:val="00975B32"/>
    <w:rsid w:val="009761D8"/>
    <w:rsid w:val="00976879"/>
    <w:rsid w:val="0097694E"/>
    <w:rsid w:val="00976F1D"/>
    <w:rsid w:val="00977169"/>
    <w:rsid w:val="00977786"/>
    <w:rsid w:val="00977C0B"/>
    <w:rsid w:val="00977FFB"/>
    <w:rsid w:val="009801CD"/>
    <w:rsid w:val="00980691"/>
    <w:rsid w:val="00980B90"/>
    <w:rsid w:val="0098103F"/>
    <w:rsid w:val="009811D6"/>
    <w:rsid w:val="00982CA0"/>
    <w:rsid w:val="00982F3C"/>
    <w:rsid w:val="00983713"/>
    <w:rsid w:val="009837C4"/>
    <w:rsid w:val="00983D28"/>
    <w:rsid w:val="00983F82"/>
    <w:rsid w:val="009842CF"/>
    <w:rsid w:val="009844EC"/>
    <w:rsid w:val="00984666"/>
    <w:rsid w:val="009850B3"/>
    <w:rsid w:val="00985A7B"/>
    <w:rsid w:val="00985AAA"/>
    <w:rsid w:val="00985D1B"/>
    <w:rsid w:val="00986AAE"/>
    <w:rsid w:val="00987128"/>
    <w:rsid w:val="009875CF"/>
    <w:rsid w:val="009877C1"/>
    <w:rsid w:val="0098798E"/>
    <w:rsid w:val="00990CCA"/>
    <w:rsid w:val="00990FE3"/>
    <w:rsid w:val="009911B0"/>
    <w:rsid w:val="0099152D"/>
    <w:rsid w:val="0099182F"/>
    <w:rsid w:val="00991A03"/>
    <w:rsid w:val="009922E0"/>
    <w:rsid w:val="009923C7"/>
    <w:rsid w:val="0099357B"/>
    <w:rsid w:val="00993EF0"/>
    <w:rsid w:val="00994EB9"/>
    <w:rsid w:val="00995424"/>
    <w:rsid w:val="00995997"/>
    <w:rsid w:val="00995EC0"/>
    <w:rsid w:val="00996820"/>
    <w:rsid w:val="00996B2F"/>
    <w:rsid w:val="00996F38"/>
    <w:rsid w:val="009973F1"/>
    <w:rsid w:val="009977FA"/>
    <w:rsid w:val="009978B0"/>
    <w:rsid w:val="009A04EB"/>
    <w:rsid w:val="009A066A"/>
    <w:rsid w:val="009A10AF"/>
    <w:rsid w:val="009A1807"/>
    <w:rsid w:val="009A1820"/>
    <w:rsid w:val="009A1965"/>
    <w:rsid w:val="009A4ACF"/>
    <w:rsid w:val="009A4E44"/>
    <w:rsid w:val="009A554F"/>
    <w:rsid w:val="009A5783"/>
    <w:rsid w:val="009A580E"/>
    <w:rsid w:val="009A5BCC"/>
    <w:rsid w:val="009A7013"/>
    <w:rsid w:val="009A74BF"/>
    <w:rsid w:val="009B00AA"/>
    <w:rsid w:val="009B0DC0"/>
    <w:rsid w:val="009B1471"/>
    <w:rsid w:val="009B1B5A"/>
    <w:rsid w:val="009B1D93"/>
    <w:rsid w:val="009B1F92"/>
    <w:rsid w:val="009B324F"/>
    <w:rsid w:val="009B338D"/>
    <w:rsid w:val="009B3491"/>
    <w:rsid w:val="009B3930"/>
    <w:rsid w:val="009B4363"/>
    <w:rsid w:val="009B4D3C"/>
    <w:rsid w:val="009B5080"/>
    <w:rsid w:val="009B514B"/>
    <w:rsid w:val="009B5F23"/>
    <w:rsid w:val="009B68F3"/>
    <w:rsid w:val="009B6C03"/>
    <w:rsid w:val="009B7559"/>
    <w:rsid w:val="009B7FE5"/>
    <w:rsid w:val="009C02AB"/>
    <w:rsid w:val="009C0DD6"/>
    <w:rsid w:val="009C1C9C"/>
    <w:rsid w:val="009C2010"/>
    <w:rsid w:val="009C208E"/>
    <w:rsid w:val="009C27DC"/>
    <w:rsid w:val="009C2B16"/>
    <w:rsid w:val="009C31EF"/>
    <w:rsid w:val="009C3A3B"/>
    <w:rsid w:val="009C3DAC"/>
    <w:rsid w:val="009C3FEC"/>
    <w:rsid w:val="009C441C"/>
    <w:rsid w:val="009C503F"/>
    <w:rsid w:val="009C52DF"/>
    <w:rsid w:val="009C5C5D"/>
    <w:rsid w:val="009C5FFA"/>
    <w:rsid w:val="009C6748"/>
    <w:rsid w:val="009C69EC"/>
    <w:rsid w:val="009C7948"/>
    <w:rsid w:val="009C7B9F"/>
    <w:rsid w:val="009D0CE5"/>
    <w:rsid w:val="009D10B3"/>
    <w:rsid w:val="009D141F"/>
    <w:rsid w:val="009D1936"/>
    <w:rsid w:val="009D242D"/>
    <w:rsid w:val="009D248C"/>
    <w:rsid w:val="009D41E2"/>
    <w:rsid w:val="009D43F6"/>
    <w:rsid w:val="009D444D"/>
    <w:rsid w:val="009D4C5B"/>
    <w:rsid w:val="009D4E0E"/>
    <w:rsid w:val="009D59B5"/>
    <w:rsid w:val="009D5D89"/>
    <w:rsid w:val="009D60DF"/>
    <w:rsid w:val="009D6FBA"/>
    <w:rsid w:val="009D739E"/>
    <w:rsid w:val="009D7596"/>
    <w:rsid w:val="009D7CE4"/>
    <w:rsid w:val="009D7F8E"/>
    <w:rsid w:val="009E0897"/>
    <w:rsid w:val="009E1180"/>
    <w:rsid w:val="009E11D7"/>
    <w:rsid w:val="009E207D"/>
    <w:rsid w:val="009E20C1"/>
    <w:rsid w:val="009E2418"/>
    <w:rsid w:val="009E26EF"/>
    <w:rsid w:val="009E2922"/>
    <w:rsid w:val="009E43DF"/>
    <w:rsid w:val="009E48A7"/>
    <w:rsid w:val="009E4FE5"/>
    <w:rsid w:val="009E544A"/>
    <w:rsid w:val="009E5708"/>
    <w:rsid w:val="009E589E"/>
    <w:rsid w:val="009E5E7E"/>
    <w:rsid w:val="009E6585"/>
    <w:rsid w:val="009E66EF"/>
    <w:rsid w:val="009E6C5C"/>
    <w:rsid w:val="009E72D0"/>
    <w:rsid w:val="009F0822"/>
    <w:rsid w:val="009F0B2F"/>
    <w:rsid w:val="009F0BE7"/>
    <w:rsid w:val="009F1165"/>
    <w:rsid w:val="009F1B9A"/>
    <w:rsid w:val="009F2164"/>
    <w:rsid w:val="009F2274"/>
    <w:rsid w:val="009F2BCE"/>
    <w:rsid w:val="009F2BDD"/>
    <w:rsid w:val="009F310D"/>
    <w:rsid w:val="009F3705"/>
    <w:rsid w:val="009F376F"/>
    <w:rsid w:val="009F403C"/>
    <w:rsid w:val="009F4090"/>
    <w:rsid w:val="009F5CF2"/>
    <w:rsid w:val="009F6F77"/>
    <w:rsid w:val="009F7D32"/>
    <w:rsid w:val="009F7FE0"/>
    <w:rsid w:val="00A01170"/>
    <w:rsid w:val="00A01E33"/>
    <w:rsid w:val="00A022D8"/>
    <w:rsid w:val="00A0233D"/>
    <w:rsid w:val="00A026BC"/>
    <w:rsid w:val="00A0291E"/>
    <w:rsid w:val="00A02936"/>
    <w:rsid w:val="00A029FA"/>
    <w:rsid w:val="00A02C18"/>
    <w:rsid w:val="00A03303"/>
    <w:rsid w:val="00A033B1"/>
    <w:rsid w:val="00A043A2"/>
    <w:rsid w:val="00A051B9"/>
    <w:rsid w:val="00A05430"/>
    <w:rsid w:val="00A05ED0"/>
    <w:rsid w:val="00A060B5"/>
    <w:rsid w:val="00A06127"/>
    <w:rsid w:val="00A071EC"/>
    <w:rsid w:val="00A07C19"/>
    <w:rsid w:val="00A10C82"/>
    <w:rsid w:val="00A11320"/>
    <w:rsid w:val="00A1183A"/>
    <w:rsid w:val="00A1187C"/>
    <w:rsid w:val="00A12A25"/>
    <w:rsid w:val="00A14A5C"/>
    <w:rsid w:val="00A14B90"/>
    <w:rsid w:val="00A15074"/>
    <w:rsid w:val="00A150E3"/>
    <w:rsid w:val="00A15D08"/>
    <w:rsid w:val="00A16222"/>
    <w:rsid w:val="00A166ED"/>
    <w:rsid w:val="00A17846"/>
    <w:rsid w:val="00A179E8"/>
    <w:rsid w:val="00A17A4B"/>
    <w:rsid w:val="00A17E69"/>
    <w:rsid w:val="00A20261"/>
    <w:rsid w:val="00A2079D"/>
    <w:rsid w:val="00A20825"/>
    <w:rsid w:val="00A21290"/>
    <w:rsid w:val="00A218F7"/>
    <w:rsid w:val="00A221F1"/>
    <w:rsid w:val="00A22492"/>
    <w:rsid w:val="00A22CA4"/>
    <w:rsid w:val="00A22EB0"/>
    <w:rsid w:val="00A24327"/>
    <w:rsid w:val="00A244F1"/>
    <w:rsid w:val="00A24BCA"/>
    <w:rsid w:val="00A24F7D"/>
    <w:rsid w:val="00A251EF"/>
    <w:rsid w:val="00A255B9"/>
    <w:rsid w:val="00A25871"/>
    <w:rsid w:val="00A2596D"/>
    <w:rsid w:val="00A25BFA"/>
    <w:rsid w:val="00A268C7"/>
    <w:rsid w:val="00A30128"/>
    <w:rsid w:val="00A30C2B"/>
    <w:rsid w:val="00A30D87"/>
    <w:rsid w:val="00A3181A"/>
    <w:rsid w:val="00A31B31"/>
    <w:rsid w:val="00A31BF7"/>
    <w:rsid w:val="00A31D9D"/>
    <w:rsid w:val="00A31DE5"/>
    <w:rsid w:val="00A320BE"/>
    <w:rsid w:val="00A323A0"/>
    <w:rsid w:val="00A324D4"/>
    <w:rsid w:val="00A3335E"/>
    <w:rsid w:val="00A33ECB"/>
    <w:rsid w:val="00A356E5"/>
    <w:rsid w:val="00A37886"/>
    <w:rsid w:val="00A37947"/>
    <w:rsid w:val="00A37C31"/>
    <w:rsid w:val="00A402D3"/>
    <w:rsid w:val="00A40C2C"/>
    <w:rsid w:val="00A41EA5"/>
    <w:rsid w:val="00A420BC"/>
    <w:rsid w:val="00A42C7D"/>
    <w:rsid w:val="00A43137"/>
    <w:rsid w:val="00A431BA"/>
    <w:rsid w:val="00A43437"/>
    <w:rsid w:val="00A43B67"/>
    <w:rsid w:val="00A4482E"/>
    <w:rsid w:val="00A44C86"/>
    <w:rsid w:val="00A45F2E"/>
    <w:rsid w:val="00A46196"/>
    <w:rsid w:val="00A4644D"/>
    <w:rsid w:val="00A464DE"/>
    <w:rsid w:val="00A46F52"/>
    <w:rsid w:val="00A473AD"/>
    <w:rsid w:val="00A47DD9"/>
    <w:rsid w:val="00A500B9"/>
    <w:rsid w:val="00A50DCB"/>
    <w:rsid w:val="00A50E1D"/>
    <w:rsid w:val="00A50F9D"/>
    <w:rsid w:val="00A51AFE"/>
    <w:rsid w:val="00A51EEA"/>
    <w:rsid w:val="00A52197"/>
    <w:rsid w:val="00A52450"/>
    <w:rsid w:val="00A52A1A"/>
    <w:rsid w:val="00A530A5"/>
    <w:rsid w:val="00A53188"/>
    <w:rsid w:val="00A539D7"/>
    <w:rsid w:val="00A53DDA"/>
    <w:rsid w:val="00A55E0E"/>
    <w:rsid w:val="00A5638D"/>
    <w:rsid w:val="00A5713B"/>
    <w:rsid w:val="00A5733C"/>
    <w:rsid w:val="00A5761F"/>
    <w:rsid w:val="00A576A1"/>
    <w:rsid w:val="00A57AEE"/>
    <w:rsid w:val="00A60C7D"/>
    <w:rsid w:val="00A61035"/>
    <w:rsid w:val="00A61372"/>
    <w:rsid w:val="00A61609"/>
    <w:rsid w:val="00A617F0"/>
    <w:rsid w:val="00A63054"/>
    <w:rsid w:val="00A634A3"/>
    <w:rsid w:val="00A63BD0"/>
    <w:rsid w:val="00A63CD4"/>
    <w:rsid w:val="00A63E6C"/>
    <w:rsid w:val="00A64E17"/>
    <w:rsid w:val="00A64F56"/>
    <w:rsid w:val="00A65619"/>
    <w:rsid w:val="00A65CC1"/>
    <w:rsid w:val="00A65DE0"/>
    <w:rsid w:val="00A6645D"/>
    <w:rsid w:val="00A66AB8"/>
    <w:rsid w:val="00A66AC1"/>
    <w:rsid w:val="00A66BCE"/>
    <w:rsid w:val="00A6753B"/>
    <w:rsid w:val="00A67EAA"/>
    <w:rsid w:val="00A7025F"/>
    <w:rsid w:val="00A70F3B"/>
    <w:rsid w:val="00A713AA"/>
    <w:rsid w:val="00A71731"/>
    <w:rsid w:val="00A72471"/>
    <w:rsid w:val="00A7251A"/>
    <w:rsid w:val="00A73321"/>
    <w:rsid w:val="00A740C8"/>
    <w:rsid w:val="00A7455F"/>
    <w:rsid w:val="00A75548"/>
    <w:rsid w:val="00A7560E"/>
    <w:rsid w:val="00A7573E"/>
    <w:rsid w:val="00A76066"/>
    <w:rsid w:val="00A763D8"/>
    <w:rsid w:val="00A76A16"/>
    <w:rsid w:val="00A76A71"/>
    <w:rsid w:val="00A77029"/>
    <w:rsid w:val="00A77064"/>
    <w:rsid w:val="00A77851"/>
    <w:rsid w:val="00A808EF"/>
    <w:rsid w:val="00A80AFE"/>
    <w:rsid w:val="00A80F82"/>
    <w:rsid w:val="00A810CC"/>
    <w:rsid w:val="00A81A6F"/>
    <w:rsid w:val="00A82144"/>
    <w:rsid w:val="00A82225"/>
    <w:rsid w:val="00A82DF7"/>
    <w:rsid w:val="00A831D2"/>
    <w:rsid w:val="00A83523"/>
    <w:rsid w:val="00A83758"/>
    <w:rsid w:val="00A83EBA"/>
    <w:rsid w:val="00A84162"/>
    <w:rsid w:val="00A84A40"/>
    <w:rsid w:val="00A85D9F"/>
    <w:rsid w:val="00A86093"/>
    <w:rsid w:val="00A86569"/>
    <w:rsid w:val="00A8684B"/>
    <w:rsid w:val="00A8688F"/>
    <w:rsid w:val="00A87787"/>
    <w:rsid w:val="00A87E17"/>
    <w:rsid w:val="00A90859"/>
    <w:rsid w:val="00A90DEA"/>
    <w:rsid w:val="00A911FD"/>
    <w:rsid w:val="00A914F9"/>
    <w:rsid w:val="00A92503"/>
    <w:rsid w:val="00A93D49"/>
    <w:rsid w:val="00A93FCB"/>
    <w:rsid w:val="00A93FE6"/>
    <w:rsid w:val="00A94DE6"/>
    <w:rsid w:val="00A95E7F"/>
    <w:rsid w:val="00A962A4"/>
    <w:rsid w:val="00A96AD8"/>
    <w:rsid w:val="00A97060"/>
    <w:rsid w:val="00A972A3"/>
    <w:rsid w:val="00A972AC"/>
    <w:rsid w:val="00A97B76"/>
    <w:rsid w:val="00AA1159"/>
    <w:rsid w:val="00AA1997"/>
    <w:rsid w:val="00AA1A80"/>
    <w:rsid w:val="00AA1FD1"/>
    <w:rsid w:val="00AA2009"/>
    <w:rsid w:val="00AA2564"/>
    <w:rsid w:val="00AA2B07"/>
    <w:rsid w:val="00AA34B8"/>
    <w:rsid w:val="00AA369B"/>
    <w:rsid w:val="00AA4084"/>
    <w:rsid w:val="00AA44E5"/>
    <w:rsid w:val="00AA6053"/>
    <w:rsid w:val="00AA7FC2"/>
    <w:rsid w:val="00AB0787"/>
    <w:rsid w:val="00AB0F3E"/>
    <w:rsid w:val="00AB18C4"/>
    <w:rsid w:val="00AB1BD2"/>
    <w:rsid w:val="00AB1C83"/>
    <w:rsid w:val="00AB1D3E"/>
    <w:rsid w:val="00AB251D"/>
    <w:rsid w:val="00AB2C9B"/>
    <w:rsid w:val="00AB30FB"/>
    <w:rsid w:val="00AB39A1"/>
    <w:rsid w:val="00AB39A4"/>
    <w:rsid w:val="00AB3C4C"/>
    <w:rsid w:val="00AB41B2"/>
    <w:rsid w:val="00AB548B"/>
    <w:rsid w:val="00AB5ADE"/>
    <w:rsid w:val="00AB5BEF"/>
    <w:rsid w:val="00AB6AAB"/>
    <w:rsid w:val="00AB709E"/>
    <w:rsid w:val="00AB7CC8"/>
    <w:rsid w:val="00AB7E16"/>
    <w:rsid w:val="00AC100A"/>
    <w:rsid w:val="00AC113A"/>
    <w:rsid w:val="00AC1265"/>
    <w:rsid w:val="00AC13CD"/>
    <w:rsid w:val="00AC14A3"/>
    <w:rsid w:val="00AC14F8"/>
    <w:rsid w:val="00AC2801"/>
    <w:rsid w:val="00AC2AD3"/>
    <w:rsid w:val="00AC3C14"/>
    <w:rsid w:val="00AC4269"/>
    <w:rsid w:val="00AC4E1A"/>
    <w:rsid w:val="00AC5126"/>
    <w:rsid w:val="00AC52C8"/>
    <w:rsid w:val="00AC5328"/>
    <w:rsid w:val="00AC5C5F"/>
    <w:rsid w:val="00AC61ED"/>
    <w:rsid w:val="00AC6982"/>
    <w:rsid w:val="00AC73A9"/>
    <w:rsid w:val="00AD0534"/>
    <w:rsid w:val="00AD0D41"/>
    <w:rsid w:val="00AD1662"/>
    <w:rsid w:val="00AD34C4"/>
    <w:rsid w:val="00AD3E81"/>
    <w:rsid w:val="00AD4ADC"/>
    <w:rsid w:val="00AD4DDE"/>
    <w:rsid w:val="00AD5258"/>
    <w:rsid w:val="00AD5DF3"/>
    <w:rsid w:val="00AD621B"/>
    <w:rsid w:val="00AD6375"/>
    <w:rsid w:val="00AD776D"/>
    <w:rsid w:val="00AD7909"/>
    <w:rsid w:val="00AD79E3"/>
    <w:rsid w:val="00AE0420"/>
    <w:rsid w:val="00AE05DD"/>
    <w:rsid w:val="00AE13EA"/>
    <w:rsid w:val="00AE14B3"/>
    <w:rsid w:val="00AE17B2"/>
    <w:rsid w:val="00AE1E6A"/>
    <w:rsid w:val="00AE1F1A"/>
    <w:rsid w:val="00AE20F4"/>
    <w:rsid w:val="00AE2170"/>
    <w:rsid w:val="00AE2550"/>
    <w:rsid w:val="00AE27A8"/>
    <w:rsid w:val="00AE29D6"/>
    <w:rsid w:val="00AE3912"/>
    <w:rsid w:val="00AE3D7F"/>
    <w:rsid w:val="00AE3E1F"/>
    <w:rsid w:val="00AE4584"/>
    <w:rsid w:val="00AE4762"/>
    <w:rsid w:val="00AE597B"/>
    <w:rsid w:val="00AE5A43"/>
    <w:rsid w:val="00AE6202"/>
    <w:rsid w:val="00AE696A"/>
    <w:rsid w:val="00AE6CDB"/>
    <w:rsid w:val="00AE763F"/>
    <w:rsid w:val="00AE76A0"/>
    <w:rsid w:val="00AF0604"/>
    <w:rsid w:val="00AF0E93"/>
    <w:rsid w:val="00AF13D0"/>
    <w:rsid w:val="00AF20E2"/>
    <w:rsid w:val="00AF257C"/>
    <w:rsid w:val="00AF2A24"/>
    <w:rsid w:val="00AF3375"/>
    <w:rsid w:val="00AF3D01"/>
    <w:rsid w:val="00AF3ED8"/>
    <w:rsid w:val="00AF428E"/>
    <w:rsid w:val="00AF4E4E"/>
    <w:rsid w:val="00AF4E53"/>
    <w:rsid w:val="00AF5142"/>
    <w:rsid w:val="00AF51EA"/>
    <w:rsid w:val="00AF5470"/>
    <w:rsid w:val="00AF57A9"/>
    <w:rsid w:val="00AF57CA"/>
    <w:rsid w:val="00AF5C8E"/>
    <w:rsid w:val="00AF5E27"/>
    <w:rsid w:val="00AF5E5C"/>
    <w:rsid w:val="00AF6329"/>
    <w:rsid w:val="00AF75EE"/>
    <w:rsid w:val="00B00120"/>
    <w:rsid w:val="00B00828"/>
    <w:rsid w:val="00B010B1"/>
    <w:rsid w:val="00B015B0"/>
    <w:rsid w:val="00B019AC"/>
    <w:rsid w:val="00B01F86"/>
    <w:rsid w:val="00B02078"/>
    <w:rsid w:val="00B025B9"/>
    <w:rsid w:val="00B02737"/>
    <w:rsid w:val="00B028A0"/>
    <w:rsid w:val="00B02DB0"/>
    <w:rsid w:val="00B03D71"/>
    <w:rsid w:val="00B03FD6"/>
    <w:rsid w:val="00B04689"/>
    <w:rsid w:val="00B04D62"/>
    <w:rsid w:val="00B05109"/>
    <w:rsid w:val="00B051B9"/>
    <w:rsid w:val="00B053ED"/>
    <w:rsid w:val="00B05511"/>
    <w:rsid w:val="00B075A2"/>
    <w:rsid w:val="00B111CC"/>
    <w:rsid w:val="00B11BC1"/>
    <w:rsid w:val="00B11DE8"/>
    <w:rsid w:val="00B129B1"/>
    <w:rsid w:val="00B12E44"/>
    <w:rsid w:val="00B1341D"/>
    <w:rsid w:val="00B13527"/>
    <w:rsid w:val="00B13F1A"/>
    <w:rsid w:val="00B147FA"/>
    <w:rsid w:val="00B149F6"/>
    <w:rsid w:val="00B14F6B"/>
    <w:rsid w:val="00B15CAB"/>
    <w:rsid w:val="00B176DE"/>
    <w:rsid w:val="00B202E3"/>
    <w:rsid w:val="00B20642"/>
    <w:rsid w:val="00B21CA2"/>
    <w:rsid w:val="00B22E86"/>
    <w:rsid w:val="00B22F2A"/>
    <w:rsid w:val="00B230B9"/>
    <w:rsid w:val="00B23174"/>
    <w:rsid w:val="00B239F2"/>
    <w:rsid w:val="00B23EFF"/>
    <w:rsid w:val="00B23F91"/>
    <w:rsid w:val="00B2454E"/>
    <w:rsid w:val="00B24D53"/>
    <w:rsid w:val="00B253EF"/>
    <w:rsid w:val="00B2549D"/>
    <w:rsid w:val="00B25886"/>
    <w:rsid w:val="00B25A9D"/>
    <w:rsid w:val="00B25CB1"/>
    <w:rsid w:val="00B27C6D"/>
    <w:rsid w:val="00B311F0"/>
    <w:rsid w:val="00B31B50"/>
    <w:rsid w:val="00B31D66"/>
    <w:rsid w:val="00B31F12"/>
    <w:rsid w:val="00B3284A"/>
    <w:rsid w:val="00B32DC1"/>
    <w:rsid w:val="00B3383E"/>
    <w:rsid w:val="00B339A3"/>
    <w:rsid w:val="00B340F3"/>
    <w:rsid w:val="00B3443F"/>
    <w:rsid w:val="00B34475"/>
    <w:rsid w:val="00B34781"/>
    <w:rsid w:val="00B34CC3"/>
    <w:rsid w:val="00B35501"/>
    <w:rsid w:val="00B35ACD"/>
    <w:rsid w:val="00B36B1C"/>
    <w:rsid w:val="00B36E1A"/>
    <w:rsid w:val="00B36F85"/>
    <w:rsid w:val="00B37336"/>
    <w:rsid w:val="00B37EBC"/>
    <w:rsid w:val="00B405D1"/>
    <w:rsid w:val="00B409E7"/>
    <w:rsid w:val="00B4111F"/>
    <w:rsid w:val="00B42B58"/>
    <w:rsid w:val="00B42C26"/>
    <w:rsid w:val="00B43F28"/>
    <w:rsid w:val="00B44954"/>
    <w:rsid w:val="00B44F6E"/>
    <w:rsid w:val="00B454E1"/>
    <w:rsid w:val="00B45914"/>
    <w:rsid w:val="00B460C4"/>
    <w:rsid w:val="00B46223"/>
    <w:rsid w:val="00B46D15"/>
    <w:rsid w:val="00B46F03"/>
    <w:rsid w:val="00B46F1C"/>
    <w:rsid w:val="00B4739F"/>
    <w:rsid w:val="00B50090"/>
    <w:rsid w:val="00B50C43"/>
    <w:rsid w:val="00B5198E"/>
    <w:rsid w:val="00B51A88"/>
    <w:rsid w:val="00B51F41"/>
    <w:rsid w:val="00B5238A"/>
    <w:rsid w:val="00B52E7B"/>
    <w:rsid w:val="00B531DA"/>
    <w:rsid w:val="00B53327"/>
    <w:rsid w:val="00B53647"/>
    <w:rsid w:val="00B5487C"/>
    <w:rsid w:val="00B54BA7"/>
    <w:rsid w:val="00B54D5D"/>
    <w:rsid w:val="00B55A1E"/>
    <w:rsid w:val="00B55AD3"/>
    <w:rsid w:val="00B561C0"/>
    <w:rsid w:val="00B56463"/>
    <w:rsid w:val="00B566E1"/>
    <w:rsid w:val="00B56A20"/>
    <w:rsid w:val="00B57579"/>
    <w:rsid w:val="00B605CF"/>
    <w:rsid w:val="00B60681"/>
    <w:rsid w:val="00B60A2A"/>
    <w:rsid w:val="00B60C4B"/>
    <w:rsid w:val="00B60ED4"/>
    <w:rsid w:val="00B60FBC"/>
    <w:rsid w:val="00B6139C"/>
    <w:rsid w:val="00B613C4"/>
    <w:rsid w:val="00B61C28"/>
    <w:rsid w:val="00B62340"/>
    <w:rsid w:val="00B6290B"/>
    <w:rsid w:val="00B63564"/>
    <w:rsid w:val="00B63859"/>
    <w:rsid w:val="00B64C7A"/>
    <w:rsid w:val="00B64E84"/>
    <w:rsid w:val="00B65840"/>
    <w:rsid w:val="00B66386"/>
    <w:rsid w:val="00B664F1"/>
    <w:rsid w:val="00B66B24"/>
    <w:rsid w:val="00B66E9F"/>
    <w:rsid w:val="00B6723F"/>
    <w:rsid w:val="00B67D23"/>
    <w:rsid w:val="00B71B2A"/>
    <w:rsid w:val="00B72112"/>
    <w:rsid w:val="00B723C8"/>
    <w:rsid w:val="00B72410"/>
    <w:rsid w:val="00B7268B"/>
    <w:rsid w:val="00B72F59"/>
    <w:rsid w:val="00B7301D"/>
    <w:rsid w:val="00B730C3"/>
    <w:rsid w:val="00B734CA"/>
    <w:rsid w:val="00B741FF"/>
    <w:rsid w:val="00B743A0"/>
    <w:rsid w:val="00B74897"/>
    <w:rsid w:val="00B74B1A"/>
    <w:rsid w:val="00B755FB"/>
    <w:rsid w:val="00B75DF0"/>
    <w:rsid w:val="00B75F69"/>
    <w:rsid w:val="00B75FC7"/>
    <w:rsid w:val="00B76457"/>
    <w:rsid w:val="00B769FC"/>
    <w:rsid w:val="00B76D1C"/>
    <w:rsid w:val="00B76EE0"/>
    <w:rsid w:val="00B80A1B"/>
    <w:rsid w:val="00B816EC"/>
    <w:rsid w:val="00B8191E"/>
    <w:rsid w:val="00B81ED3"/>
    <w:rsid w:val="00B82250"/>
    <w:rsid w:val="00B82483"/>
    <w:rsid w:val="00B825F0"/>
    <w:rsid w:val="00B82E2A"/>
    <w:rsid w:val="00B83C1A"/>
    <w:rsid w:val="00B84216"/>
    <w:rsid w:val="00B84699"/>
    <w:rsid w:val="00B84FAB"/>
    <w:rsid w:val="00B85D2D"/>
    <w:rsid w:val="00B860FE"/>
    <w:rsid w:val="00B86C91"/>
    <w:rsid w:val="00B86D41"/>
    <w:rsid w:val="00B911F0"/>
    <w:rsid w:val="00B914F8"/>
    <w:rsid w:val="00B915C5"/>
    <w:rsid w:val="00B9248D"/>
    <w:rsid w:val="00B93346"/>
    <w:rsid w:val="00B93D59"/>
    <w:rsid w:val="00B94FB4"/>
    <w:rsid w:val="00B94FCA"/>
    <w:rsid w:val="00B94FEE"/>
    <w:rsid w:val="00B95420"/>
    <w:rsid w:val="00B95F8D"/>
    <w:rsid w:val="00B962C5"/>
    <w:rsid w:val="00B96531"/>
    <w:rsid w:val="00B9677B"/>
    <w:rsid w:val="00B96A8C"/>
    <w:rsid w:val="00B97616"/>
    <w:rsid w:val="00B97779"/>
    <w:rsid w:val="00B97820"/>
    <w:rsid w:val="00B979F2"/>
    <w:rsid w:val="00BA03DB"/>
    <w:rsid w:val="00BA0E1F"/>
    <w:rsid w:val="00BA1890"/>
    <w:rsid w:val="00BA1D6C"/>
    <w:rsid w:val="00BA21AF"/>
    <w:rsid w:val="00BA21EE"/>
    <w:rsid w:val="00BA281A"/>
    <w:rsid w:val="00BA2B44"/>
    <w:rsid w:val="00BA4FAB"/>
    <w:rsid w:val="00BA7387"/>
    <w:rsid w:val="00BA7944"/>
    <w:rsid w:val="00BA7C45"/>
    <w:rsid w:val="00BA7C6B"/>
    <w:rsid w:val="00BB0F38"/>
    <w:rsid w:val="00BB1533"/>
    <w:rsid w:val="00BB166B"/>
    <w:rsid w:val="00BB1DA4"/>
    <w:rsid w:val="00BB32D9"/>
    <w:rsid w:val="00BB442D"/>
    <w:rsid w:val="00BB4AAB"/>
    <w:rsid w:val="00BB5AC2"/>
    <w:rsid w:val="00BB5B3D"/>
    <w:rsid w:val="00BB6181"/>
    <w:rsid w:val="00BB66E5"/>
    <w:rsid w:val="00BC0337"/>
    <w:rsid w:val="00BC0A5B"/>
    <w:rsid w:val="00BC0C6B"/>
    <w:rsid w:val="00BC13ED"/>
    <w:rsid w:val="00BC15CD"/>
    <w:rsid w:val="00BC2642"/>
    <w:rsid w:val="00BC2EB9"/>
    <w:rsid w:val="00BC2F5E"/>
    <w:rsid w:val="00BC32F0"/>
    <w:rsid w:val="00BC33E8"/>
    <w:rsid w:val="00BC340B"/>
    <w:rsid w:val="00BC3E26"/>
    <w:rsid w:val="00BC3F82"/>
    <w:rsid w:val="00BC4062"/>
    <w:rsid w:val="00BC42CA"/>
    <w:rsid w:val="00BC44A7"/>
    <w:rsid w:val="00BC4C39"/>
    <w:rsid w:val="00BC4C7B"/>
    <w:rsid w:val="00BC5067"/>
    <w:rsid w:val="00BC62FA"/>
    <w:rsid w:val="00BC6949"/>
    <w:rsid w:val="00BC69B2"/>
    <w:rsid w:val="00BC6B2D"/>
    <w:rsid w:val="00BC6B31"/>
    <w:rsid w:val="00BC6E52"/>
    <w:rsid w:val="00BC7178"/>
    <w:rsid w:val="00BC7370"/>
    <w:rsid w:val="00BC7423"/>
    <w:rsid w:val="00BC74C6"/>
    <w:rsid w:val="00BC757B"/>
    <w:rsid w:val="00BD06C9"/>
    <w:rsid w:val="00BD0D95"/>
    <w:rsid w:val="00BD0E5B"/>
    <w:rsid w:val="00BD113F"/>
    <w:rsid w:val="00BD186A"/>
    <w:rsid w:val="00BD1E77"/>
    <w:rsid w:val="00BD1F8B"/>
    <w:rsid w:val="00BD2190"/>
    <w:rsid w:val="00BD24FE"/>
    <w:rsid w:val="00BD3040"/>
    <w:rsid w:val="00BD3D86"/>
    <w:rsid w:val="00BD44BE"/>
    <w:rsid w:val="00BD4D67"/>
    <w:rsid w:val="00BD500E"/>
    <w:rsid w:val="00BD53DB"/>
    <w:rsid w:val="00BD5C6A"/>
    <w:rsid w:val="00BD6117"/>
    <w:rsid w:val="00BD6B66"/>
    <w:rsid w:val="00BD724B"/>
    <w:rsid w:val="00BD790E"/>
    <w:rsid w:val="00BE0032"/>
    <w:rsid w:val="00BE0086"/>
    <w:rsid w:val="00BE06C2"/>
    <w:rsid w:val="00BE0B76"/>
    <w:rsid w:val="00BE0CF1"/>
    <w:rsid w:val="00BE0EE5"/>
    <w:rsid w:val="00BE161F"/>
    <w:rsid w:val="00BE253B"/>
    <w:rsid w:val="00BE29D3"/>
    <w:rsid w:val="00BE366C"/>
    <w:rsid w:val="00BE3DF3"/>
    <w:rsid w:val="00BE43F9"/>
    <w:rsid w:val="00BE5029"/>
    <w:rsid w:val="00BE5180"/>
    <w:rsid w:val="00BE65DC"/>
    <w:rsid w:val="00BE68BD"/>
    <w:rsid w:val="00BE78E8"/>
    <w:rsid w:val="00BF0389"/>
    <w:rsid w:val="00BF0E92"/>
    <w:rsid w:val="00BF153B"/>
    <w:rsid w:val="00BF1726"/>
    <w:rsid w:val="00BF1B19"/>
    <w:rsid w:val="00BF212E"/>
    <w:rsid w:val="00BF22F7"/>
    <w:rsid w:val="00BF27EB"/>
    <w:rsid w:val="00BF2DA4"/>
    <w:rsid w:val="00BF31B7"/>
    <w:rsid w:val="00BF3229"/>
    <w:rsid w:val="00BF4FD0"/>
    <w:rsid w:val="00BF5132"/>
    <w:rsid w:val="00BF552C"/>
    <w:rsid w:val="00BF578D"/>
    <w:rsid w:val="00BF5EF9"/>
    <w:rsid w:val="00BF6659"/>
    <w:rsid w:val="00BF6DE6"/>
    <w:rsid w:val="00BF7108"/>
    <w:rsid w:val="00BF778C"/>
    <w:rsid w:val="00BF78DA"/>
    <w:rsid w:val="00C001FE"/>
    <w:rsid w:val="00C00216"/>
    <w:rsid w:val="00C00D98"/>
    <w:rsid w:val="00C00ED6"/>
    <w:rsid w:val="00C016CB"/>
    <w:rsid w:val="00C01818"/>
    <w:rsid w:val="00C02ACD"/>
    <w:rsid w:val="00C03397"/>
    <w:rsid w:val="00C03471"/>
    <w:rsid w:val="00C03D79"/>
    <w:rsid w:val="00C04697"/>
    <w:rsid w:val="00C04DBA"/>
    <w:rsid w:val="00C04E44"/>
    <w:rsid w:val="00C04F7C"/>
    <w:rsid w:val="00C05F35"/>
    <w:rsid w:val="00C065DC"/>
    <w:rsid w:val="00C07103"/>
    <w:rsid w:val="00C07CF4"/>
    <w:rsid w:val="00C108AA"/>
    <w:rsid w:val="00C10ED7"/>
    <w:rsid w:val="00C1109C"/>
    <w:rsid w:val="00C115AA"/>
    <w:rsid w:val="00C11D56"/>
    <w:rsid w:val="00C11F9A"/>
    <w:rsid w:val="00C1213A"/>
    <w:rsid w:val="00C121A4"/>
    <w:rsid w:val="00C132C6"/>
    <w:rsid w:val="00C13969"/>
    <w:rsid w:val="00C13DA4"/>
    <w:rsid w:val="00C153F0"/>
    <w:rsid w:val="00C1552E"/>
    <w:rsid w:val="00C15A2E"/>
    <w:rsid w:val="00C16504"/>
    <w:rsid w:val="00C16828"/>
    <w:rsid w:val="00C205B5"/>
    <w:rsid w:val="00C20B2D"/>
    <w:rsid w:val="00C21003"/>
    <w:rsid w:val="00C21154"/>
    <w:rsid w:val="00C211F0"/>
    <w:rsid w:val="00C21936"/>
    <w:rsid w:val="00C21F18"/>
    <w:rsid w:val="00C22C9F"/>
    <w:rsid w:val="00C231AF"/>
    <w:rsid w:val="00C2338A"/>
    <w:rsid w:val="00C235E9"/>
    <w:rsid w:val="00C23B17"/>
    <w:rsid w:val="00C2462B"/>
    <w:rsid w:val="00C25572"/>
    <w:rsid w:val="00C2566E"/>
    <w:rsid w:val="00C25989"/>
    <w:rsid w:val="00C26B80"/>
    <w:rsid w:val="00C271BA"/>
    <w:rsid w:val="00C27DBA"/>
    <w:rsid w:val="00C30CE2"/>
    <w:rsid w:val="00C31092"/>
    <w:rsid w:val="00C315BD"/>
    <w:rsid w:val="00C32E4B"/>
    <w:rsid w:val="00C333EF"/>
    <w:rsid w:val="00C33EB5"/>
    <w:rsid w:val="00C34584"/>
    <w:rsid w:val="00C347C3"/>
    <w:rsid w:val="00C36525"/>
    <w:rsid w:val="00C3710A"/>
    <w:rsid w:val="00C37323"/>
    <w:rsid w:val="00C401A1"/>
    <w:rsid w:val="00C40617"/>
    <w:rsid w:val="00C410A9"/>
    <w:rsid w:val="00C4118F"/>
    <w:rsid w:val="00C41449"/>
    <w:rsid w:val="00C41735"/>
    <w:rsid w:val="00C4275C"/>
    <w:rsid w:val="00C43328"/>
    <w:rsid w:val="00C43383"/>
    <w:rsid w:val="00C43742"/>
    <w:rsid w:val="00C43939"/>
    <w:rsid w:val="00C44842"/>
    <w:rsid w:val="00C44A12"/>
    <w:rsid w:val="00C44FC8"/>
    <w:rsid w:val="00C454C1"/>
    <w:rsid w:val="00C45976"/>
    <w:rsid w:val="00C469F8"/>
    <w:rsid w:val="00C4702F"/>
    <w:rsid w:val="00C4767F"/>
    <w:rsid w:val="00C47891"/>
    <w:rsid w:val="00C50170"/>
    <w:rsid w:val="00C50339"/>
    <w:rsid w:val="00C5095F"/>
    <w:rsid w:val="00C50AE9"/>
    <w:rsid w:val="00C50D41"/>
    <w:rsid w:val="00C514B5"/>
    <w:rsid w:val="00C5167A"/>
    <w:rsid w:val="00C5180D"/>
    <w:rsid w:val="00C524EE"/>
    <w:rsid w:val="00C525F7"/>
    <w:rsid w:val="00C52EF7"/>
    <w:rsid w:val="00C53D23"/>
    <w:rsid w:val="00C53F77"/>
    <w:rsid w:val="00C54181"/>
    <w:rsid w:val="00C550EE"/>
    <w:rsid w:val="00C55BD1"/>
    <w:rsid w:val="00C55CF1"/>
    <w:rsid w:val="00C55EF3"/>
    <w:rsid w:val="00C56190"/>
    <w:rsid w:val="00C56528"/>
    <w:rsid w:val="00C579B9"/>
    <w:rsid w:val="00C57CBE"/>
    <w:rsid w:val="00C57D11"/>
    <w:rsid w:val="00C601FF"/>
    <w:rsid w:val="00C607BC"/>
    <w:rsid w:val="00C61354"/>
    <w:rsid w:val="00C61908"/>
    <w:rsid w:val="00C6372C"/>
    <w:rsid w:val="00C6423E"/>
    <w:rsid w:val="00C6428A"/>
    <w:rsid w:val="00C6464B"/>
    <w:rsid w:val="00C6477B"/>
    <w:rsid w:val="00C64A13"/>
    <w:rsid w:val="00C64CA1"/>
    <w:rsid w:val="00C64E00"/>
    <w:rsid w:val="00C655D3"/>
    <w:rsid w:val="00C6585A"/>
    <w:rsid w:val="00C65C42"/>
    <w:rsid w:val="00C65DFE"/>
    <w:rsid w:val="00C66DAE"/>
    <w:rsid w:val="00C66E38"/>
    <w:rsid w:val="00C66E3E"/>
    <w:rsid w:val="00C66F53"/>
    <w:rsid w:val="00C67D6E"/>
    <w:rsid w:val="00C719A8"/>
    <w:rsid w:val="00C72CC4"/>
    <w:rsid w:val="00C72E79"/>
    <w:rsid w:val="00C73CD0"/>
    <w:rsid w:val="00C73FCE"/>
    <w:rsid w:val="00C749E6"/>
    <w:rsid w:val="00C750C9"/>
    <w:rsid w:val="00C7546B"/>
    <w:rsid w:val="00C76A26"/>
    <w:rsid w:val="00C76FC3"/>
    <w:rsid w:val="00C77245"/>
    <w:rsid w:val="00C804F7"/>
    <w:rsid w:val="00C80E19"/>
    <w:rsid w:val="00C81E3D"/>
    <w:rsid w:val="00C825E6"/>
    <w:rsid w:val="00C828DE"/>
    <w:rsid w:val="00C8369A"/>
    <w:rsid w:val="00C839AE"/>
    <w:rsid w:val="00C83AC4"/>
    <w:rsid w:val="00C84083"/>
    <w:rsid w:val="00C84D79"/>
    <w:rsid w:val="00C850C9"/>
    <w:rsid w:val="00C850F2"/>
    <w:rsid w:val="00C86FE5"/>
    <w:rsid w:val="00C87386"/>
    <w:rsid w:val="00C87621"/>
    <w:rsid w:val="00C878F1"/>
    <w:rsid w:val="00C87B89"/>
    <w:rsid w:val="00C87EBC"/>
    <w:rsid w:val="00C9021C"/>
    <w:rsid w:val="00C90E73"/>
    <w:rsid w:val="00C90EC1"/>
    <w:rsid w:val="00C91153"/>
    <w:rsid w:val="00C91585"/>
    <w:rsid w:val="00C917E9"/>
    <w:rsid w:val="00C9222D"/>
    <w:rsid w:val="00C924DF"/>
    <w:rsid w:val="00C9252F"/>
    <w:rsid w:val="00C92E40"/>
    <w:rsid w:val="00C93F1D"/>
    <w:rsid w:val="00C948DD"/>
    <w:rsid w:val="00C95409"/>
    <w:rsid w:val="00C961AF"/>
    <w:rsid w:val="00C961B9"/>
    <w:rsid w:val="00C96649"/>
    <w:rsid w:val="00C968E5"/>
    <w:rsid w:val="00C9767B"/>
    <w:rsid w:val="00C9789D"/>
    <w:rsid w:val="00C97E64"/>
    <w:rsid w:val="00CA105F"/>
    <w:rsid w:val="00CA2333"/>
    <w:rsid w:val="00CA2555"/>
    <w:rsid w:val="00CA2682"/>
    <w:rsid w:val="00CA316A"/>
    <w:rsid w:val="00CA3261"/>
    <w:rsid w:val="00CA39EA"/>
    <w:rsid w:val="00CA3D42"/>
    <w:rsid w:val="00CA3FE2"/>
    <w:rsid w:val="00CA4445"/>
    <w:rsid w:val="00CA44E4"/>
    <w:rsid w:val="00CA5158"/>
    <w:rsid w:val="00CA5165"/>
    <w:rsid w:val="00CA7969"/>
    <w:rsid w:val="00CA7F5E"/>
    <w:rsid w:val="00CB025B"/>
    <w:rsid w:val="00CB03DA"/>
    <w:rsid w:val="00CB07A4"/>
    <w:rsid w:val="00CB1C9E"/>
    <w:rsid w:val="00CB231D"/>
    <w:rsid w:val="00CB2373"/>
    <w:rsid w:val="00CB3724"/>
    <w:rsid w:val="00CB3781"/>
    <w:rsid w:val="00CB39CE"/>
    <w:rsid w:val="00CB3A38"/>
    <w:rsid w:val="00CB3F78"/>
    <w:rsid w:val="00CB5505"/>
    <w:rsid w:val="00CB5787"/>
    <w:rsid w:val="00CB628C"/>
    <w:rsid w:val="00CB6437"/>
    <w:rsid w:val="00CB683B"/>
    <w:rsid w:val="00CB6C29"/>
    <w:rsid w:val="00CB72DE"/>
    <w:rsid w:val="00CB72EF"/>
    <w:rsid w:val="00CB7AB6"/>
    <w:rsid w:val="00CB7DA4"/>
    <w:rsid w:val="00CC0C4D"/>
    <w:rsid w:val="00CC0DC6"/>
    <w:rsid w:val="00CC0EF6"/>
    <w:rsid w:val="00CC1204"/>
    <w:rsid w:val="00CC17C8"/>
    <w:rsid w:val="00CC1C7A"/>
    <w:rsid w:val="00CC381C"/>
    <w:rsid w:val="00CC3A85"/>
    <w:rsid w:val="00CC43FE"/>
    <w:rsid w:val="00CC466E"/>
    <w:rsid w:val="00CC49A3"/>
    <w:rsid w:val="00CC4AD7"/>
    <w:rsid w:val="00CC4EA3"/>
    <w:rsid w:val="00CC689B"/>
    <w:rsid w:val="00CC6EFA"/>
    <w:rsid w:val="00CC732F"/>
    <w:rsid w:val="00CC785A"/>
    <w:rsid w:val="00CD0233"/>
    <w:rsid w:val="00CD0278"/>
    <w:rsid w:val="00CD05DB"/>
    <w:rsid w:val="00CD0648"/>
    <w:rsid w:val="00CD095F"/>
    <w:rsid w:val="00CD233A"/>
    <w:rsid w:val="00CD2912"/>
    <w:rsid w:val="00CD2DC4"/>
    <w:rsid w:val="00CD313A"/>
    <w:rsid w:val="00CD316B"/>
    <w:rsid w:val="00CD336E"/>
    <w:rsid w:val="00CD33FD"/>
    <w:rsid w:val="00CD48D4"/>
    <w:rsid w:val="00CD507B"/>
    <w:rsid w:val="00CD51DC"/>
    <w:rsid w:val="00CD5C3D"/>
    <w:rsid w:val="00CE048D"/>
    <w:rsid w:val="00CE0DC4"/>
    <w:rsid w:val="00CE0EEC"/>
    <w:rsid w:val="00CE0F1E"/>
    <w:rsid w:val="00CE10FD"/>
    <w:rsid w:val="00CE135A"/>
    <w:rsid w:val="00CE14FF"/>
    <w:rsid w:val="00CE1608"/>
    <w:rsid w:val="00CE24C7"/>
    <w:rsid w:val="00CE389D"/>
    <w:rsid w:val="00CE3E67"/>
    <w:rsid w:val="00CE4204"/>
    <w:rsid w:val="00CE4264"/>
    <w:rsid w:val="00CE42D6"/>
    <w:rsid w:val="00CE48C1"/>
    <w:rsid w:val="00CE4CA0"/>
    <w:rsid w:val="00CE4D17"/>
    <w:rsid w:val="00CE5BF2"/>
    <w:rsid w:val="00CE5C17"/>
    <w:rsid w:val="00CE6B3C"/>
    <w:rsid w:val="00CE76AB"/>
    <w:rsid w:val="00CE79F7"/>
    <w:rsid w:val="00CE7A17"/>
    <w:rsid w:val="00CE7A35"/>
    <w:rsid w:val="00CF0339"/>
    <w:rsid w:val="00CF0E26"/>
    <w:rsid w:val="00CF118C"/>
    <w:rsid w:val="00CF12B1"/>
    <w:rsid w:val="00CF2064"/>
    <w:rsid w:val="00CF2971"/>
    <w:rsid w:val="00CF2C47"/>
    <w:rsid w:val="00CF2C74"/>
    <w:rsid w:val="00CF303F"/>
    <w:rsid w:val="00CF418D"/>
    <w:rsid w:val="00CF4458"/>
    <w:rsid w:val="00CF4F8A"/>
    <w:rsid w:val="00CF5720"/>
    <w:rsid w:val="00CF5750"/>
    <w:rsid w:val="00CF603F"/>
    <w:rsid w:val="00CF66C4"/>
    <w:rsid w:val="00CF680D"/>
    <w:rsid w:val="00CF684B"/>
    <w:rsid w:val="00CF68F2"/>
    <w:rsid w:val="00CF6916"/>
    <w:rsid w:val="00CF6BEC"/>
    <w:rsid w:val="00CF70BB"/>
    <w:rsid w:val="00CF7228"/>
    <w:rsid w:val="00CF7231"/>
    <w:rsid w:val="00CF7821"/>
    <w:rsid w:val="00CF7AA0"/>
    <w:rsid w:val="00CF7E02"/>
    <w:rsid w:val="00D00426"/>
    <w:rsid w:val="00D0086A"/>
    <w:rsid w:val="00D010EB"/>
    <w:rsid w:val="00D0124F"/>
    <w:rsid w:val="00D01E8C"/>
    <w:rsid w:val="00D02782"/>
    <w:rsid w:val="00D04DFC"/>
    <w:rsid w:val="00D04EE4"/>
    <w:rsid w:val="00D05373"/>
    <w:rsid w:val="00D0601E"/>
    <w:rsid w:val="00D0693B"/>
    <w:rsid w:val="00D06964"/>
    <w:rsid w:val="00D078CE"/>
    <w:rsid w:val="00D07F1A"/>
    <w:rsid w:val="00D10130"/>
    <w:rsid w:val="00D10786"/>
    <w:rsid w:val="00D10855"/>
    <w:rsid w:val="00D110F2"/>
    <w:rsid w:val="00D1129A"/>
    <w:rsid w:val="00D112CB"/>
    <w:rsid w:val="00D11C3E"/>
    <w:rsid w:val="00D11EB2"/>
    <w:rsid w:val="00D120E6"/>
    <w:rsid w:val="00D126B1"/>
    <w:rsid w:val="00D128BB"/>
    <w:rsid w:val="00D13DC9"/>
    <w:rsid w:val="00D14035"/>
    <w:rsid w:val="00D14070"/>
    <w:rsid w:val="00D14527"/>
    <w:rsid w:val="00D1496A"/>
    <w:rsid w:val="00D14BCB"/>
    <w:rsid w:val="00D1559D"/>
    <w:rsid w:val="00D157C6"/>
    <w:rsid w:val="00D15EA7"/>
    <w:rsid w:val="00D15F53"/>
    <w:rsid w:val="00D162C1"/>
    <w:rsid w:val="00D16824"/>
    <w:rsid w:val="00D16C34"/>
    <w:rsid w:val="00D16CEA"/>
    <w:rsid w:val="00D17225"/>
    <w:rsid w:val="00D17491"/>
    <w:rsid w:val="00D177A0"/>
    <w:rsid w:val="00D20BE9"/>
    <w:rsid w:val="00D2136C"/>
    <w:rsid w:val="00D21881"/>
    <w:rsid w:val="00D21A4B"/>
    <w:rsid w:val="00D2208C"/>
    <w:rsid w:val="00D22A09"/>
    <w:rsid w:val="00D22AED"/>
    <w:rsid w:val="00D22EA0"/>
    <w:rsid w:val="00D230C4"/>
    <w:rsid w:val="00D243D3"/>
    <w:rsid w:val="00D24548"/>
    <w:rsid w:val="00D24D19"/>
    <w:rsid w:val="00D2530B"/>
    <w:rsid w:val="00D2580C"/>
    <w:rsid w:val="00D25CB0"/>
    <w:rsid w:val="00D25E90"/>
    <w:rsid w:val="00D27221"/>
    <w:rsid w:val="00D310FD"/>
    <w:rsid w:val="00D31126"/>
    <w:rsid w:val="00D31747"/>
    <w:rsid w:val="00D3179D"/>
    <w:rsid w:val="00D319EA"/>
    <w:rsid w:val="00D31CD7"/>
    <w:rsid w:val="00D323A4"/>
    <w:rsid w:val="00D32ED8"/>
    <w:rsid w:val="00D32FB3"/>
    <w:rsid w:val="00D33B4A"/>
    <w:rsid w:val="00D340E6"/>
    <w:rsid w:val="00D34A4F"/>
    <w:rsid w:val="00D3506E"/>
    <w:rsid w:val="00D35331"/>
    <w:rsid w:val="00D354D9"/>
    <w:rsid w:val="00D35D9E"/>
    <w:rsid w:val="00D35FCD"/>
    <w:rsid w:val="00D363FE"/>
    <w:rsid w:val="00D36B8F"/>
    <w:rsid w:val="00D3709C"/>
    <w:rsid w:val="00D37154"/>
    <w:rsid w:val="00D40832"/>
    <w:rsid w:val="00D417B9"/>
    <w:rsid w:val="00D43B78"/>
    <w:rsid w:val="00D43DBA"/>
    <w:rsid w:val="00D44381"/>
    <w:rsid w:val="00D449C9"/>
    <w:rsid w:val="00D452E1"/>
    <w:rsid w:val="00D455D5"/>
    <w:rsid w:val="00D45AA5"/>
    <w:rsid w:val="00D45C0E"/>
    <w:rsid w:val="00D4657F"/>
    <w:rsid w:val="00D46D38"/>
    <w:rsid w:val="00D47176"/>
    <w:rsid w:val="00D471EF"/>
    <w:rsid w:val="00D47C20"/>
    <w:rsid w:val="00D47CF4"/>
    <w:rsid w:val="00D47D95"/>
    <w:rsid w:val="00D50656"/>
    <w:rsid w:val="00D50A07"/>
    <w:rsid w:val="00D50EF2"/>
    <w:rsid w:val="00D511C8"/>
    <w:rsid w:val="00D515F9"/>
    <w:rsid w:val="00D51B6F"/>
    <w:rsid w:val="00D51FFE"/>
    <w:rsid w:val="00D52523"/>
    <w:rsid w:val="00D526A5"/>
    <w:rsid w:val="00D52D88"/>
    <w:rsid w:val="00D52EB5"/>
    <w:rsid w:val="00D5306F"/>
    <w:rsid w:val="00D544B6"/>
    <w:rsid w:val="00D5507D"/>
    <w:rsid w:val="00D573BC"/>
    <w:rsid w:val="00D57DD0"/>
    <w:rsid w:val="00D60A53"/>
    <w:rsid w:val="00D614C7"/>
    <w:rsid w:val="00D616C9"/>
    <w:rsid w:val="00D61748"/>
    <w:rsid w:val="00D61F38"/>
    <w:rsid w:val="00D620EC"/>
    <w:rsid w:val="00D62C1F"/>
    <w:rsid w:val="00D6317D"/>
    <w:rsid w:val="00D64234"/>
    <w:rsid w:val="00D657E3"/>
    <w:rsid w:val="00D65DEC"/>
    <w:rsid w:val="00D660B4"/>
    <w:rsid w:val="00D66200"/>
    <w:rsid w:val="00D66B85"/>
    <w:rsid w:val="00D6730C"/>
    <w:rsid w:val="00D67511"/>
    <w:rsid w:val="00D675CF"/>
    <w:rsid w:val="00D676A9"/>
    <w:rsid w:val="00D67B62"/>
    <w:rsid w:val="00D67F2C"/>
    <w:rsid w:val="00D70058"/>
    <w:rsid w:val="00D7034E"/>
    <w:rsid w:val="00D70E14"/>
    <w:rsid w:val="00D71EDD"/>
    <w:rsid w:val="00D72512"/>
    <w:rsid w:val="00D72821"/>
    <w:rsid w:val="00D728FD"/>
    <w:rsid w:val="00D73B6F"/>
    <w:rsid w:val="00D73FA1"/>
    <w:rsid w:val="00D74129"/>
    <w:rsid w:val="00D74186"/>
    <w:rsid w:val="00D743AF"/>
    <w:rsid w:val="00D74961"/>
    <w:rsid w:val="00D74A01"/>
    <w:rsid w:val="00D758D6"/>
    <w:rsid w:val="00D766A2"/>
    <w:rsid w:val="00D77673"/>
    <w:rsid w:val="00D7797D"/>
    <w:rsid w:val="00D80A81"/>
    <w:rsid w:val="00D80A97"/>
    <w:rsid w:val="00D80ADB"/>
    <w:rsid w:val="00D80AFB"/>
    <w:rsid w:val="00D810B6"/>
    <w:rsid w:val="00D81587"/>
    <w:rsid w:val="00D817A3"/>
    <w:rsid w:val="00D81FAB"/>
    <w:rsid w:val="00D8241F"/>
    <w:rsid w:val="00D830FB"/>
    <w:rsid w:val="00D836BC"/>
    <w:rsid w:val="00D8374C"/>
    <w:rsid w:val="00D83DB1"/>
    <w:rsid w:val="00D83DB3"/>
    <w:rsid w:val="00D8470C"/>
    <w:rsid w:val="00D847E9"/>
    <w:rsid w:val="00D84F89"/>
    <w:rsid w:val="00D84FA0"/>
    <w:rsid w:val="00D85196"/>
    <w:rsid w:val="00D85B66"/>
    <w:rsid w:val="00D862C0"/>
    <w:rsid w:val="00D86AFF"/>
    <w:rsid w:val="00D875A9"/>
    <w:rsid w:val="00D87991"/>
    <w:rsid w:val="00D90F0E"/>
    <w:rsid w:val="00D90F77"/>
    <w:rsid w:val="00D9181A"/>
    <w:rsid w:val="00D91D89"/>
    <w:rsid w:val="00D92187"/>
    <w:rsid w:val="00D9299B"/>
    <w:rsid w:val="00D92C44"/>
    <w:rsid w:val="00D92D3C"/>
    <w:rsid w:val="00D936CB"/>
    <w:rsid w:val="00D937E4"/>
    <w:rsid w:val="00D943EE"/>
    <w:rsid w:val="00D9461D"/>
    <w:rsid w:val="00D951C9"/>
    <w:rsid w:val="00D964E7"/>
    <w:rsid w:val="00D96F0A"/>
    <w:rsid w:val="00D96FD8"/>
    <w:rsid w:val="00D9739D"/>
    <w:rsid w:val="00D97C72"/>
    <w:rsid w:val="00D97E57"/>
    <w:rsid w:val="00DA02B3"/>
    <w:rsid w:val="00DA0503"/>
    <w:rsid w:val="00DA1064"/>
    <w:rsid w:val="00DA266E"/>
    <w:rsid w:val="00DA280A"/>
    <w:rsid w:val="00DA2B63"/>
    <w:rsid w:val="00DA3AB0"/>
    <w:rsid w:val="00DA4B3D"/>
    <w:rsid w:val="00DA4F10"/>
    <w:rsid w:val="00DA50FD"/>
    <w:rsid w:val="00DA596C"/>
    <w:rsid w:val="00DA5F64"/>
    <w:rsid w:val="00DA6058"/>
    <w:rsid w:val="00DA6223"/>
    <w:rsid w:val="00DA64D4"/>
    <w:rsid w:val="00DA6D15"/>
    <w:rsid w:val="00DA6DE2"/>
    <w:rsid w:val="00DA7011"/>
    <w:rsid w:val="00DA70D6"/>
    <w:rsid w:val="00DA739D"/>
    <w:rsid w:val="00DB00F5"/>
    <w:rsid w:val="00DB022A"/>
    <w:rsid w:val="00DB0661"/>
    <w:rsid w:val="00DB08D7"/>
    <w:rsid w:val="00DB0B0F"/>
    <w:rsid w:val="00DB0D2D"/>
    <w:rsid w:val="00DB0ED1"/>
    <w:rsid w:val="00DB10A9"/>
    <w:rsid w:val="00DB1131"/>
    <w:rsid w:val="00DB18BF"/>
    <w:rsid w:val="00DB1D6E"/>
    <w:rsid w:val="00DB2AD8"/>
    <w:rsid w:val="00DB2EE9"/>
    <w:rsid w:val="00DB3563"/>
    <w:rsid w:val="00DB4BB8"/>
    <w:rsid w:val="00DB5187"/>
    <w:rsid w:val="00DB5272"/>
    <w:rsid w:val="00DB5976"/>
    <w:rsid w:val="00DB5C23"/>
    <w:rsid w:val="00DB6107"/>
    <w:rsid w:val="00DB666D"/>
    <w:rsid w:val="00DB7241"/>
    <w:rsid w:val="00DB7615"/>
    <w:rsid w:val="00DB7B47"/>
    <w:rsid w:val="00DB7E09"/>
    <w:rsid w:val="00DC0C78"/>
    <w:rsid w:val="00DC12B0"/>
    <w:rsid w:val="00DC1646"/>
    <w:rsid w:val="00DC24CC"/>
    <w:rsid w:val="00DC3874"/>
    <w:rsid w:val="00DC3D6D"/>
    <w:rsid w:val="00DC48CD"/>
    <w:rsid w:val="00DC4AC9"/>
    <w:rsid w:val="00DC4C68"/>
    <w:rsid w:val="00DC4E77"/>
    <w:rsid w:val="00DC4F84"/>
    <w:rsid w:val="00DC5032"/>
    <w:rsid w:val="00DC531B"/>
    <w:rsid w:val="00DC5A2D"/>
    <w:rsid w:val="00DC7127"/>
    <w:rsid w:val="00DC71B8"/>
    <w:rsid w:val="00DC7A91"/>
    <w:rsid w:val="00DC7CB7"/>
    <w:rsid w:val="00DC7F04"/>
    <w:rsid w:val="00DD0071"/>
    <w:rsid w:val="00DD0645"/>
    <w:rsid w:val="00DD0670"/>
    <w:rsid w:val="00DD09D3"/>
    <w:rsid w:val="00DD0B04"/>
    <w:rsid w:val="00DD0B1C"/>
    <w:rsid w:val="00DD0FB8"/>
    <w:rsid w:val="00DD14B6"/>
    <w:rsid w:val="00DD23D0"/>
    <w:rsid w:val="00DD330E"/>
    <w:rsid w:val="00DD36DA"/>
    <w:rsid w:val="00DD3D51"/>
    <w:rsid w:val="00DD3EA7"/>
    <w:rsid w:val="00DD3FE1"/>
    <w:rsid w:val="00DD3FF3"/>
    <w:rsid w:val="00DD4A3A"/>
    <w:rsid w:val="00DD594C"/>
    <w:rsid w:val="00DD5CCF"/>
    <w:rsid w:val="00DD5FDC"/>
    <w:rsid w:val="00DD618F"/>
    <w:rsid w:val="00DD6727"/>
    <w:rsid w:val="00DD6CC5"/>
    <w:rsid w:val="00DD6CD4"/>
    <w:rsid w:val="00DD748F"/>
    <w:rsid w:val="00DD7840"/>
    <w:rsid w:val="00DD7F7D"/>
    <w:rsid w:val="00DE093E"/>
    <w:rsid w:val="00DE0C2C"/>
    <w:rsid w:val="00DE1736"/>
    <w:rsid w:val="00DE17C1"/>
    <w:rsid w:val="00DE241C"/>
    <w:rsid w:val="00DE3993"/>
    <w:rsid w:val="00DE39DF"/>
    <w:rsid w:val="00DE4839"/>
    <w:rsid w:val="00DE4BA7"/>
    <w:rsid w:val="00DE5FB1"/>
    <w:rsid w:val="00DE622A"/>
    <w:rsid w:val="00DE6EA3"/>
    <w:rsid w:val="00DE74B9"/>
    <w:rsid w:val="00DE77E9"/>
    <w:rsid w:val="00DF0263"/>
    <w:rsid w:val="00DF0A3E"/>
    <w:rsid w:val="00DF0E08"/>
    <w:rsid w:val="00DF1217"/>
    <w:rsid w:val="00DF178C"/>
    <w:rsid w:val="00DF18A8"/>
    <w:rsid w:val="00DF1D1D"/>
    <w:rsid w:val="00DF1D9F"/>
    <w:rsid w:val="00DF3A0E"/>
    <w:rsid w:val="00DF3FB1"/>
    <w:rsid w:val="00DF424F"/>
    <w:rsid w:val="00DF4D69"/>
    <w:rsid w:val="00DF4D77"/>
    <w:rsid w:val="00DF5890"/>
    <w:rsid w:val="00DF60E5"/>
    <w:rsid w:val="00DF69C7"/>
    <w:rsid w:val="00DF6DB5"/>
    <w:rsid w:val="00DF7607"/>
    <w:rsid w:val="00DF76A2"/>
    <w:rsid w:val="00DF77DA"/>
    <w:rsid w:val="00E009FA"/>
    <w:rsid w:val="00E01884"/>
    <w:rsid w:val="00E01A3D"/>
    <w:rsid w:val="00E027D4"/>
    <w:rsid w:val="00E02D61"/>
    <w:rsid w:val="00E03FB9"/>
    <w:rsid w:val="00E0402C"/>
    <w:rsid w:val="00E04425"/>
    <w:rsid w:val="00E048C5"/>
    <w:rsid w:val="00E04A02"/>
    <w:rsid w:val="00E04B60"/>
    <w:rsid w:val="00E05909"/>
    <w:rsid w:val="00E061FF"/>
    <w:rsid w:val="00E06CC7"/>
    <w:rsid w:val="00E07740"/>
    <w:rsid w:val="00E0777E"/>
    <w:rsid w:val="00E10001"/>
    <w:rsid w:val="00E10529"/>
    <w:rsid w:val="00E1099A"/>
    <w:rsid w:val="00E12AC9"/>
    <w:rsid w:val="00E12DBD"/>
    <w:rsid w:val="00E12F05"/>
    <w:rsid w:val="00E13071"/>
    <w:rsid w:val="00E13191"/>
    <w:rsid w:val="00E13BBE"/>
    <w:rsid w:val="00E142BC"/>
    <w:rsid w:val="00E144B0"/>
    <w:rsid w:val="00E148D2"/>
    <w:rsid w:val="00E14CB3"/>
    <w:rsid w:val="00E158D2"/>
    <w:rsid w:val="00E15A2A"/>
    <w:rsid w:val="00E1648A"/>
    <w:rsid w:val="00E16E5B"/>
    <w:rsid w:val="00E17016"/>
    <w:rsid w:val="00E17978"/>
    <w:rsid w:val="00E20626"/>
    <w:rsid w:val="00E206C8"/>
    <w:rsid w:val="00E20AB5"/>
    <w:rsid w:val="00E20D38"/>
    <w:rsid w:val="00E21781"/>
    <w:rsid w:val="00E21919"/>
    <w:rsid w:val="00E21A91"/>
    <w:rsid w:val="00E21FF1"/>
    <w:rsid w:val="00E226B3"/>
    <w:rsid w:val="00E2288A"/>
    <w:rsid w:val="00E229F6"/>
    <w:rsid w:val="00E22C17"/>
    <w:rsid w:val="00E22FFE"/>
    <w:rsid w:val="00E2485D"/>
    <w:rsid w:val="00E24BC8"/>
    <w:rsid w:val="00E25056"/>
    <w:rsid w:val="00E252B3"/>
    <w:rsid w:val="00E26742"/>
    <w:rsid w:val="00E270FC"/>
    <w:rsid w:val="00E301B6"/>
    <w:rsid w:val="00E301EB"/>
    <w:rsid w:val="00E308C5"/>
    <w:rsid w:val="00E308F4"/>
    <w:rsid w:val="00E30C57"/>
    <w:rsid w:val="00E313B7"/>
    <w:rsid w:val="00E318F8"/>
    <w:rsid w:val="00E319A2"/>
    <w:rsid w:val="00E31AD2"/>
    <w:rsid w:val="00E32092"/>
    <w:rsid w:val="00E322CF"/>
    <w:rsid w:val="00E32A2B"/>
    <w:rsid w:val="00E32ECC"/>
    <w:rsid w:val="00E3306F"/>
    <w:rsid w:val="00E33451"/>
    <w:rsid w:val="00E33784"/>
    <w:rsid w:val="00E3398E"/>
    <w:rsid w:val="00E34038"/>
    <w:rsid w:val="00E34BE8"/>
    <w:rsid w:val="00E351BE"/>
    <w:rsid w:val="00E35459"/>
    <w:rsid w:val="00E35C6C"/>
    <w:rsid w:val="00E406C0"/>
    <w:rsid w:val="00E40AAD"/>
    <w:rsid w:val="00E41011"/>
    <w:rsid w:val="00E41576"/>
    <w:rsid w:val="00E41E90"/>
    <w:rsid w:val="00E42862"/>
    <w:rsid w:val="00E42DB9"/>
    <w:rsid w:val="00E430B8"/>
    <w:rsid w:val="00E43F3B"/>
    <w:rsid w:val="00E4464B"/>
    <w:rsid w:val="00E45985"/>
    <w:rsid w:val="00E45F3D"/>
    <w:rsid w:val="00E45FFB"/>
    <w:rsid w:val="00E46300"/>
    <w:rsid w:val="00E4663B"/>
    <w:rsid w:val="00E467F3"/>
    <w:rsid w:val="00E46FA2"/>
    <w:rsid w:val="00E47A1C"/>
    <w:rsid w:val="00E47A37"/>
    <w:rsid w:val="00E47BDD"/>
    <w:rsid w:val="00E50068"/>
    <w:rsid w:val="00E50425"/>
    <w:rsid w:val="00E51042"/>
    <w:rsid w:val="00E51050"/>
    <w:rsid w:val="00E51259"/>
    <w:rsid w:val="00E52ACA"/>
    <w:rsid w:val="00E52C6F"/>
    <w:rsid w:val="00E52D00"/>
    <w:rsid w:val="00E53283"/>
    <w:rsid w:val="00E536D3"/>
    <w:rsid w:val="00E53D17"/>
    <w:rsid w:val="00E55529"/>
    <w:rsid w:val="00E55760"/>
    <w:rsid w:val="00E55899"/>
    <w:rsid w:val="00E5620C"/>
    <w:rsid w:val="00E56344"/>
    <w:rsid w:val="00E5634F"/>
    <w:rsid w:val="00E56A2F"/>
    <w:rsid w:val="00E56CD4"/>
    <w:rsid w:val="00E57771"/>
    <w:rsid w:val="00E57EF9"/>
    <w:rsid w:val="00E6004E"/>
    <w:rsid w:val="00E603A1"/>
    <w:rsid w:val="00E60809"/>
    <w:rsid w:val="00E60824"/>
    <w:rsid w:val="00E60928"/>
    <w:rsid w:val="00E61BC1"/>
    <w:rsid w:val="00E62819"/>
    <w:rsid w:val="00E62CAB"/>
    <w:rsid w:val="00E6312F"/>
    <w:rsid w:val="00E63138"/>
    <w:rsid w:val="00E632B2"/>
    <w:rsid w:val="00E63921"/>
    <w:rsid w:val="00E6398E"/>
    <w:rsid w:val="00E639C1"/>
    <w:rsid w:val="00E63B98"/>
    <w:rsid w:val="00E63F02"/>
    <w:rsid w:val="00E64ED6"/>
    <w:rsid w:val="00E65459"/>
    <w:rsid w:val="00E70F50"/>
    <w:rsid w:val="00E711C5"/>
    <w:rsid w:val="00E7269C"/>
    <w:rsid w:val="00E72906"/>
    <w:rsid w:val="00E72B4D"/>
    <w:rsid w:val="00E737FC"/>
    <w:rsid w:val="00E74BEF"/>
    <w:rsid w:val="00E74E5E"/>
    <w:rsid w:val="00E75056"/>
    <w:rsid w:val="00E750A3"/>
    <w:rsid w:val="00E7524F"/>
    <w:rsid w:val="00E760B6"/>
    <w:rsid w:val="00E76FE3"/>
    <w:rsid w:val="00E77157"/>
    <w:rsid w:val="00E77E2F"/>
    <w:rsid w:val="00E80359"/>
    <w:rsid w:val="00E80699"/>
    <w:rsid w:val="00E81B8A"/>
    <w:rsid w:val="00E81C7A"/>
    <w:rsid w:val="00E82846"/>
    <w:rsid w:val="00E83C1C"/>
    <w:rsid w:val="00E83EF6"/>
    <w:rsid w:val="00E8609F"/>
    <w:rsid w:val="00E868F3"/>
    <w:rsid w:val="00E86CEA"/>
    <w:rsid w:val="00E870DE"/>
    <w:rsid w:val="00E87321"/>
    <w:rsid w:val="00E8794A"/>
    <w:rsid w:val="00E87AD1"/>
    <w:rsid w:val="00E9019F"/>
    <w:rsid w:val="00E90F54"/>
    <w:rsid w:val="00E9197B"/>
    <w:rsid w:val="00E91BE3"/>
    <w:rsid w:val="00E91F45"/>
    <w:rsid w:val="00E925E4"/>
    <w:rsid w:val="00E92697"/>
    <w:rsid w:val="00E92DAF"/>
    <w:rsid w:val="00E92EA5"/>
    <w:rsid w:val="00E930AD"/>
    <w:rsid w:val="00E939F6"/>
    <w:rsid w:val="00E93B09"/>
    <w:rsid w:val="00E93C57"/>
    <w:rsid w:val="00E94C8B"/>
    <w:rsid w:val="00E954FD"/>
    <w:rsid w:val="00E969AB"/>
    <w:rsid w:val="00E97160"/>
    <w:rsid w:val="00E97777"/>
    <w:rsid w:val="00E9780C"/>
    <w:rsid w:val="00EA07C6"/>
    <w:rsid w:val="00EA0C33"/>
    <w:rsid w:val="00EA15DC"/>
    <w:rsid w:val="00EA293F"/>
    <w:rsid w:val="00EA3806"/>
    <w:rsid w:val="00EA45BA"/>
    <w:rsid w:val="00EA4B74"/>
    <w:rsid w:val="00EA55F0"/>
    <w:rsid w:val="00EA626F"/>
    <w:rsid w:val="00EA6E62"/>
    <w:rsid w:val="00EA6FCB"/>
    <w:rsid w:val="00EA776D"/>
    <w:rsid w:val="00EA7A49"/>
    <w:rsid w:val="00EA7E3E"/>
    <w:rsid w:val="00EB00AE"/>
    <w:rsid w:val="00EB0C5F"/>
    <w:rsid w:val="00EB0F8B"/>
    <w:rsid w:val="00EB1D55"/>
    <w:rsid w:val="00EB24E0"/>
    <w:rsid w:val="00EB290E"/>
    <w:rsid w:val="00EB40F9"/>
    <w:rsid w:val="00EB4548"/>
    <w:rsid w:val="00EB4F6B"/>
    <w:rsid w:val="00EB5C0E"/>
    <w:rsid w:val="00EB611A"/>
    <w:rsid w:val="00EB6A76"/>
    <w:rsid w:val="00EB7272"/>
    <w:rsid w:val="00EB7594"/>
    <w:rsid w:val="00EB7824"/>
    <w:rsid w:val="00EB7A47"/>
    <w:rsid w:val="00EC01E2"/>
    <w:rsid w:val="00EC01E8"/>
    <w:rsid w:val="00EC02A5"/>
    <w:rsid w:val="00EC0D54"/>
    <w:rsid w:val="00EC1451"/>
    <w:rsid w:val="00EC1E0C"/>
    <w:rsid w:val="00EC1E3D"/>
    <w:rsid w:val="00EC29C5"/>
    <w:rsid w:val="00EC2C86"/>
    <w:rsid w:val="00EC2F9F"/>
    <w:rsid w:val="00EC42C2"/>
    <w:rsid w:val="00EC4906"/>
    <w:rsid w:val="00EC5229"/>
    <w:rsid w:val="00EC57AB"/>
    <w:rsid w:val="00EC5FEF"/>
    <w:rsid w:val="00EC60FF"/>
    <w:rsid w:val="00EC61E7"/>
    <w:rsid w:val="00EC63AC"/>
    <w:rsid w:val="00EC7205"/>
    <w:rsid w:val="00EC7DA0"/>
    <w:rsid w:val="00ED036B"/>
    <w:rsid w:val="00ED0475"/>
    <w:rsid w:val="00ED052E"/>
    <w:rsid w:val="00ED14C2"/>
    <w:rsid w:val="00ED183B"/>
    <w:rsid w:val="00ED1D84"/>
    <w:rsid w:val="00ED22E9"/>
    <w:rsid w:val="00ED23C9"/>
    <w:rsid w:val="00ED2BB2"/>
    <w:rsid w:val="00ED2BEC"/>
    <w:rsid w:val="00ED3118"/>
    <w:rsid w:val="00ED3372"/>
    <w:rsid w:val="00ED4044"/>
    <w:rsid w:val="00ED448E"/>
    <w:rsid w:val="00ED4C98"/>
    <w:rsid w:val="00ED51C3"/>
    <w:rsid w:val="00ED58CF"/>
    <w:rsid w:val="00ED6E73"/>
    <w:rsid w:val="00ED6EB1"/>
    <w:rsid w:val="00ED74C6"/>
    <w:rsid w:val="00ED7655"/>
    <w:rsid w:val="00ED7815"/>
    <w:rsid w:val="00ED7D51"/>
    <w:rsid w:val="00EE0363"/>
    <w:rsid w:val="00EE06EA"/>
    <w:rsid w:val="00EE08B9"/>
    <w:rsid w:val="00EE0C5B"/>
    <w:rsid w:val="00EE0F38"/>
    <w:rsid w:val="00EE1178"/>
    <w:rsid w:val="00EE17E4"/>
    <w:rsid w:val="00EE19A8"/>
    <w:rsid w:val="00EE1CD9"/>
    <w:rsid w:val="00EE28F7"/>
    <w:rsid w:val="00EE2BA3"/>
    <w:rsid w:val="00EE2D87"/>
    <w:rsid w:val="00EE2EE0"/>
    <w:rsid w:val="00EE3AB7"/>
    <w:rsid w:val="00EE3EAA"/>
    <w:rsid w:val="00EE4EB3"/>
    <w:rsid w:val="00EE568C"/>
    <w:rsid w:val="00EE6007"/>
    <w:rsid w:val="00EE618A"/>
    <w:rsid w:val="00EE638C"/>
    <w:rsid w:val="00EE7943"/>
    <w:rsid w:val="00EF0963"/>
    <w:rsid w:val="00EF09C6"/>
    <w:rsid w:val="00EF0E4B"/>
    <w:rsid w:val="00EF128C"/>
    <w:rsid w:val="00EF1A01"/>
    <w:rsid w:val="00EF1EA7"/>
    <w:rsid w:val="00EF21F4"/>
    <w:rsid w:val="00EF2B41"/>
    <w:rsid w:val="00EF2D6F"/>
    <w:rsid w:val="00EF2FC4"/>
    <w:rsid w:val="00EF303C"/>
    <w:rsid w:val="00EF311E"/>
    <w:rsid w:val="00EF495C"/>
    <w:rsid w:val="00EF5408"/>
    <w:rsid w:val="00EF554A"/>
    <w:rsid w:val="00EF5809"/>
    <w:rsid w:val="00EF5B9B"/>
    <w:rsid w:val="00EF5F6A"/>
    <w:rsid w:val="00EF6DF4"/>
    <w:rsid w:val="00EF7FCA"/>
    <w:rsid w:val="00F00B0F"/>
    <w:rsid w:val="00F00C9D"/>
    <w:rsid w:val="00F01688"/>
    <w:rsid w:val="00F023DA"/>
    <w:rsid w:val="00F02485"/>
    <w:rsid w:val="00F02567"/>
    <w:rsid w:val="00F02AC3"/>
    <w:rsid w:val="00F02D78"/>
    <w:rsid w:val="00F02ECD"/>
    <w:rsid w:val="00F030B3"/>
    <w:rsid w:val="00F03A3B"/>
    <w:rsid w:val="00F04BB7"/>
    <w:rsid w:val="00F05382"/>
    <w:rsid w:val="00F06DE4"/>
    <w:rsid w:val="00F073A9"/>
    <w:rsid w:val="00F075FE"/>
    <w:rsid w:val="00F077D9"/>
    <w:rsid w:val="00F078C1"/>
    <w:rsid w:val="00F10C59"/>
    <w:rsid w:val="00F10DB9"/>
    <w:rsid w:val="00F116AC"/>
    <w:rsid w:val="00F1174A"/>
    <w:rsid w:val="00F12359"/>
    <w:rsid w:val="00F12ACB"/>
    <w:rsid w:val="00F138FA"/>
    <w:rsid w:val="00F1398D"/>
    <w:rsid w:val="00F14613"/>
    <w:rsid w:val="00F14D94"/>
    <w:rsid w:val="00F1501C"/>
    <w:rsid w:val="00F1514B"/>
    <w:rsid w:val="00F1640C"/>
    <w:rsid w:val="00F16F16"/>
    <w:rsid w:val="00F17A58"/>
    <w:rsid w:val="00F20077"/>
    <w:rsid w:val="00F217BF"/>
    <w:rsid w:val="00F21928"/>
    <w:rsid w:val="00F22BDF"/>
    <w:rsid w:val="00F22FE6"/>
    <w:rsid w:val="00F232E4"/>
    <w:rsid w:val="00F2352D"/>
    <w:rsid w:val="00F23AFB"/>
    <w:rsid w:val="00F24D4B"/>
    <w:rsid w:val="00F2510C"/>
    <w:rsid w:val="00F261F7"/>
    <w:rsid w:val="00F263C8"/>
    <w:rsid w:val="00F2749C"/>
    <w:rsid w:val="00F30054"/>
    <w:rsid w:val="00F30524"/>
    <w:rsid w:val="00F308EB"/>
    <w:rsid w:val="00F3156F"/>
    <w:rsid w:val="00F3225E"/>
    <w:rsid w:val="00F3298F"/>
    <w:rsid w:val="00F32C4E"/>
    <w:rsid w:val="00F32F2C"/>
    <w:rsid w:val="00F33A97"/>
    <w:rsid w:val="00F33CCD"/>
    <w:rsid w:val="00F34050"/>
    <w:rsid w:val="00F34579"/>
    <w:rsid w:val="00F345C0"/>
    <w:rsid w:val="00F345F4"/>
    <w:rsid w:val="00F34936"/>
    <w:rsid w:val="00F34A93"/>
    <w:rsid w:val="00F355FD"/>
    <w:rsid w:val="00F35DEB"/>
    <w:rsid w:val="00F35EB7"/>
    <w:rsid w:val="00F35EF6"/>
    <w:rsid w:val="00F35F36"/>
    <w:rsid w:val="00F36324"/>
    <w:rsid w:val="00F366EF"/>
    <w:rsid w:val="00F368FC"/>
    <w:rsid w:val="00F400F7"/>
    <w:rsid w:val="00F40D6D"/>
    <w:rsid w:val="00F413BB"/>
    <w:rsid w:val="00F416AA"/>
    <w:rsid w:val="00F420CC"/>
    <w:rsid w:val="00F42B22"/>
    <w:rsid w:val="00F42D87"/>
    <w:rsid w:val="00F43DF0"/>
    <w:rsid w:val="00F43EC7"/>
    <w:rsid w:val="00F44390"/>
    <w:rsid w:val="00F45307"/>
    <w:rsid w:val="00F453DF"/>
    <w:rsid w:val="00F454F7"/>
    <w:rsid w:val="00F45859"/>
    <w:rsid w:val="00F46063"/>
    <w:rsid w:val="00F466A4"/>
    <w:rsid w:val="00F46818"/>
    <w:rsid w:val="00F46BB5"/>
    <w:rsid w:val="00F47234"/>
    <w:rsid w:val="00F4726C"/>
    <w:rsid w:val="00F476E2"/>
    <w:rsid w:val="00F478ED"/>
    <w:rsid w:val="00F506DF"/>
    <w:rsid w:val="00F50BE1"/>
    <w:rsid w:val="00F50E9F"/>
    <w:rsid w:val="00F51149"/>
    <w:rsid w:val="00F51A15"/>
    <w:rsid w:val="00F51C62"/>
    <w:rsid w:val="00F51DDD"/>
    <w:rsid w:val="00F522EB"/>
    <w:rsid w:val="00F52DE9"/>
    <w:rsid w:val="00F52F67"/>
    <w:rsid w:val="00F531B3"/>
    <w:rsid w:val="00F53847"/>
    <w:rsid w:val="00F53941"/>
    <w:rsid w:val="00F53C7A"/>
    <w:rsid w:val="00F54946"/>
    <w:rsid w:val="00F5494F"/>
    <w:rsid w:val="00F54F46"/>
    <w:rsid w:val="00F553B3"/>
    <w:rsid w:val="00F55919"/>
    <w:rsid w:val="00F55AA7"/>
    <w:rsid w:val="00F55FE3"/>
    <w:rsid w:val="00F560D5"/>
    <w:rsid w:val="00F5752A"/>
    <w:rsid w:val="00F575B7"/>
    <w:rsid w:val="00F57681"/>
    <w:rsid w:val="00F576A3"/>
    <w:rsid w:val="00F57914"/>
    <w:rsid w:val="00F57B3D"/>
    <w:rsid w:val="00F57DA5"/>
    <w:rsid w:val="00F6145C"/>
    <w:rsid w:val="00F61583"/>
    <w:rsid w:val="00F632C0"/>
    <w:rsid w:val="00F63547"/>
    <w:rsid w:val="00F63AF8"/>
    <w:rsid w:val="00F6433D"/>
    <w:rsid w:val="00F643CB"/>
    <w:rsid w:val="00F65A54"/>
    <w:rsid w:val="00F65A9C"/>
    <w:rsid w:val="00F65F64"/>
    <w:rsid w:val="00F661FC"/>
    <w:rsid w:val="00F6623E"/>
    <w:rsid w:val="00F6659F"/>
    <w:rsid w:val="00F667CA"/>
    <w:rsid w:val="00F66FCC"/>
    <w:rsid w:val="00F67342"/>
    <w:rsid w:val="00F6734F"/>
    <w:rsid w:val="00F67F91"/>
    <w:rsid w:val="00F711C1"/>
    <w:rsid w:val="00F718DA"/>
    <w:rsid w:val="00F719B2"/>
    <w:rsid w:val="00F71B00"/>
    <w:rsid w:val="00F72502"/>
    <w:rsid w:val="00F72597"/>
    <w:rsid w:val="00F7266A"/>
    <w:rsid w:val="00F72876"/>
    <w:rsid w:val="00F732AF"/>
    <w:rsid w:val="00F736CD"/>
    <w:rsid w:val="00F73995"/>
    <w:rsid w:val="00F739D8"/>
    <w:rsid w:val="00F7415D"/>
    <w:rsid w:val="00F74536"/>
    <w:rsid w:val="00F74FAA"/>
    <w:rsid w:val="00F7509A"/>
    <w:rsid w:val="00F75CAA"/>
    <w:rsid w:val="00F75F11"/>
    <w:rsid w:val="00F76CA5"/>
    <w:rsid w:val="00F76FFD"/>
    <w:rsid w:val="00F77DF3"/>
    <w:rsid w:val="00F77FA4"/>
    <w:rsid w:val="00F80352"/>
    <w:rsid w:val="00F80448"/>
    <w:rsid w:val="00F8068D"/>
    <w:rsid w:val="00F80E23"/>
    <w:rsid w:val="00F80F06"/>
    <w:rsid w:val="00F81E5C"/>
    <w:rsid w:val="00F81ECE"/>
    <w:rsid w:val="00F821DD"/>
    <w:rsid w:val="00F82413"/>
    <w:rsid w:val="00F82434"/>
    <w:rsid w:val="00F82562"/>
    <w:rsid w:val="00F83715"/>
    <w:rsid w:val="00F83800"/>
    <w:rsid w:val="00F83B15"/>
    <w:rsid w:val="00F84504"/>
    <w:rsid w:val="00F845BB"/>
    <w:rsid w:val="00F848DC"/>
    <w:rsid w:val="00F84AB4"/>
    <w:rsid w:val="00F84DA0"/>
    <w:rsid w:val="00F857B0"/>
    <w:rsid w:val="00F8630A"/>
    <w:rsid w:val="00F86712"/>
    <w:rsid w:val="00F87DA1"/>
    <w:rsid w:val="00F87F3B"/>
    <w:rsid w:val="00F91630"/>
    <w:rsid w:val="00F91A61"/>
    <w:rsid w:val="00F9293F"/>
    <w:rsid w:val="00F93233"/>
    <w:rsid w:val="00F93305"/>
    <w:rsid w:val="00F93A21"/>
    <w:rsid w:val="00F93C76"/>
    <w:rsid w:val="00F93DF9"/>
    <w:rsid w:val="00F94B4D"/>
    <w:rsid w:val="00F94EBC"/>
    <w:rsid w:val="00F95505"/>
    <w:rsid w:val="00F95923"/>
    <w:rsid w:val="00F9741A"/>
    <w:rsid w:val="00F9746A"/>
    <w:rsid w:val="00F9761F"/>
    <w:rsid w:val="00F97930"/>
    <w:rsid w:val="00F97F44"/>
    <w:rsid w:val="00FA003A"/>
    <w:rsid w:val="00FA0A6C"/>
    <w:rsid w:val="00FA1346"/>
    <w:rsid w:val="00FA1C49"/>
    <w:rsid w:val="00FA1F8E"/>
    <w:rsid w:val="00FA2595"/>
    <w:rsid w:val="00FA2761"/>
    <w:rsid w:val="00FA2EAC"/>
    <w:rsid w:val="00FA2F3D"/>
    <w:rsid w:val="00FA45C7"/>
    <w:rsid w:val="00FA5452"/>
    <w:rsid w:val="00FA5654"/>
    <w:rsid w:val="00FA5F6F"/>
    <w:rsid w:val="00FA5FE6"/>
    <w:rsid w:val="00FA66F7"/>
    <w:rsid w:val="00FA6FDC"/>
    <w:rsid w:val="00FA7261"/>
    <w:rsid w:val="00FB083C"/>
    <w:rsid w:val="00FB0A68"/>
    <w:rsid w:val="00FB0D95"/>
    <w:rsid w:val="00FB0DAB"/>
    <w:rsid w:val="00FB0E1C"/>
    <w:rsid w:val="00FB10CA"/>
    <w:rsid w:val="00FB1371"/>
    <w:rsid w:val="00FB1C83"/>
    <w:rsid w:val="00FB2149"/>
    <w:rsid w:val="00FB27A7"/>
    <w:rsid w:val="00FB2A32"/>
    <w:rsid w:val="00FB2A4E"/>
    <w:rsid w:val="00FB2C27"/>
    <w:rsid w:val="00FB3159"/>
    <w:rsid w:val="00FB40E5"/>
    <w:rsid w:val="00FB44D2"/>
    <w:rsid w:val="00FB455C"/>
    <w:rsid w:val="00FB461F"/>
    <w:rsid w:val="00FB4DD1"/>
    <w:rsid w:val="00FB55B4"/>
    <w:rsid w:val="00FB599E"/>
    <w:rsid w:val="00FB61F2"/>
    <w:rsid w:val="00FB6A87"/>
    <w:rsid w:val="00FB6F66"/>
    <w:rsid w:val="00FB7B01"/>
    <w:rsid w:val="00FC031E"/>
    <w:rsid w:val="00FC05E3"/>
    <w:rsid w:val="00FC18BB"/>
    <w:rsid w:val="00FC1CFC"/>
    <w:rsid w:val="00FC1E2E"/>
    <w:rsid w:val="00FC1EEA"/>
    <w:rsid w:val="00FC33D8"/>
    <w:rsid w:val="00FC46EE"/>
    <w:rsid w:val="00FC4CC8"/>
    <w:rsid w:val="00FC5375"/>
    <w:rsid w:val="00FC56B1"/>
    <w:rsid w:val="00FC5CA0"/>
    <w:rsid w:val="00FC5EB6"/>
    <w:rsid w:val="00FC65C4"/>
    <w:rsid w:val="00FC66CF"/>
    <w:rsid w:val="00FC6D94"/>
    <w:rsid w:val="00FC6F08"/>
    <w:rsid w:val="00FC7AFE"/>
    <w:rsid w:val="00FC7E4A"/>
    <w:rsid w:val="00FD0BA6"/>
    <w:rsid w:val="00FD0E52"/>
    <w:rsid w:val="00FD0F86"/>
    <w:rsid w:val="00FD12A7"/>
    <w:rsid w:val="00FD1CC1"/>
    <w:rsid w:val="00FD2109"/>
    <w:rsid w:val="00FD2867"/>
    <w:rsid w:val="00FD3C78"/>
    <w:rsid w:val="00FD4569"/>
    <w:rsid w:val="00FD5364"/>
    <w:rsid w:val="00FD54C5"/>
    <w:rsid w:val="00FD608D"/>
    <w:rsid w:val="00FD60C4"/>
    <w:rsid w:val="00FD66AE"/>
    <w:rsid w:val="00FD66B9"/>
    <w:rsid w:val="00FD720A"/>
    <w:rsid w:val="00FD751B"/>
    <w:rsid w:val="00FD78E4"/>
    <w:rsid w:val="00FD7A22"/>
    <w:rsid w:val="00FE0141"/>
    <w:rsid w:val="00FE0274"/>
    <w:rsid w:val="00FE0563"/>
    <w:rsid w:val="00FE0A4D"/>
    <w:rsid w:val="00FE0C55"/>
    <w:rsid w:val="00FE128C"/>
    <w:rsid w:val="00FE12EE"/>
    <w:rsid w:val="00FE19C5"/>
    <w:rsid w:val="00FE226D"/>
    <w:rsid w:val="00FE22CA"/>
    <w:rsid w:val="00FE231A"/>
    <w:rsid w:val="00FE2AF8"/>
    <w:rsid w:val="00FE375B"/>
    <w:rsid w:val="00FE37C8"/>
    <w:rsid w:val="00FE3AB7"/>
    <w:rsid w:val="00FE3DED"/>
    <w:rsid w:val="00FE4252"/>
    <w:rsid w:val="00FE4282"/>
    <w:rsid w:val="00FE42D3"/>
    <w:rsid w:val="00FE45CB"/>
    <w:rsid w:val="00FE471A"/>
    <w:rsid w:val="00FE4B35"/>
    <w:rsid w:val="00FE5A60"/>
    <w:rsid w:val="00FE5D8A"/>
    <w:rsid w:val="00FE6AA4"/>
    <w:rsid w:val="00FE72FA"/>
    <w:rsid w:val="00FF069B"/>
    <w:rsid w:val="00FF0AE9"/>
    <w:rsid w:val="00FF0CFD"/>
    <w:rsid w:val="00FF0D07"/>
    <w:rsid w:val="00FF1C3E"/>
    <w:rsid w:val="00FF1F91"/>
    <w:rsid w:val="00FF2A42"/>
    <w:rsid w:val="00FF2CC6"/>
    <w:rsid w:val="00FF2FF1"/>
    <w:rsid w:val="00FF305E"/>
    <w:rsid w:val="00FF38AF"/>
    <w:rsid w:val="00FF55C4"/>
    <w:rsid w:val="00FF5C6E"/>
    <w:rsid w:val="00FF6340"/>
    <w:rsid w:val="00FF6967"/>
    <w:rsid w:val="00FF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6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6D8F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686D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6D8F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1</Pages>
  <Words>245</Words>
  <Characters>1398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Косары</cp:lastModifiedBy>
  <cp:revision>25</cp:revision>
  <cp:lastPrinted>2018-10-31T05:14:00Z</cp:lastPrinted>
  <dcterms:created xsi:type="dcterms:W3CDTF">2017-01-30T11:39:00Z</dcterms:created>
  <dcterms:modified xsi:type="dcterms:W3CDTF">2018-10-31T05:15:00Z</dcterms:modified>
</cp:coreProperties>
</file>